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4"/>
        <w:gridCol w:w="150"/>
        <w:gridCol w:w="980"/>
        <w:gridCol w:w="77"/>
        <w:gridCol w:w="1211"/>
        <w:gridCol w:w="555"/>
        <w:gridCol w:w="579"/>
        <w:gridCol w:w="413"/>
        <w:gridCol w:w="863"/>
        <w:gridCol w:w="217"/>
        <w:gridCol w:w="845"/>
        <w:gridCol w:w="1394"/>
        <w:gridCol w:w="835"/>
        <w:gridCol w:w="697"/>
        <w:gridCol w:w="1256"/>
      </w:tblGrid>
      <w:tr w:rsidR="003F01D8" w:rsidRPr="00226134" w14:paraId="2C9027F4" w14:textId="77777777" w:rsidTr="00CF656A">
        <w:trPr>
          <w:trHeight w:val="237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EB" w14:textId="263B6A71" w:rsidR="003F6374" w:rsidRPr="00226134" w:rsidRDefault="003F6374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Estudiante</w:t>
            </w:r>
            <w:r w:rsidRPr="008B11C9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_tradnl" w:eastAsia="en-GB"/>
              </w:rPr>
              <w:t xml:space="preserve"> en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prácticas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C" w14:textId="3E9C7A0C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Apellidos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ED" w14:textId="7047DD36" w:rsidR="003F6374" w:rsidRPr="00226134" w:rsidRDefault="0011304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7EE" w14:textId="6B9C6028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Fecha de nacimiento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C987" w14:textId="5F58311A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Nacionalidad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1"/>
            </w:r>
          </w:p>
          <w:p w14:paraId="2C9027EF" w14:textId="2DD1F988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5C7F" w14:textId="6D1F4D96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Género </w:t>
            </w:r>
            <w:r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[M/F]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06FF2" w14:textId="76BD8304" w:rsidR="003F01D8" w:rsidRPr="006C67C3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Ciclo de estudios</w:t>
            </w:r>
            <w:r w:rsidR="003F01D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2"/>
            </w:r>
          </w:p>
          <w:p w14:paraId="2C9027F1" w14:textId="104E7B04" w:rsidR="003F6374" w:rsidRPr="006C67C3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C38CC25" w14:textId="77777777" w:rsidR="00015384" w:rsidRDefault="0001538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5E19FEF8" w14:textId="40689EE0" w:rsidR="003F01D8" w:rsidRDefault="00C65A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Sector educativo</w:t>
            </w:r>
            <w:r w:rsidR="003F01D8" w:rsidRPr="002535BB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3"/>
            </w:r>
          </w:p>
          <w:p w14:paraId="27B8FF1E" w14:textId="44A54913" w:rsidR="00091F01" w:rsidRDefault="00091F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2C9027F2" w14:textId="4D80C5FC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F01D8" w:rsidRPr="00226134" w14:paraId="2C9027FF" w14:textId="77777777" w:rsidTr="00CF656A">
        <w:trPr>
          <w:trHeight w:val="124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7F5" w14:textId="77777777" w:rsidR="003F01D8" w:rsidRPr="00226134" w:rsidRDefault="003F01D8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6" w14:textId="77777777" w:rsidR="003F01D8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  <w:p w14:paraId="2C9027F7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8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9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7FA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FB6CE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7FC" w14:textId="5F07A43E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7FD" w14:textId="77777777" w:rsidR="003F01D8" w:rsidRPr="00226134" w:rsidRDefault="003F01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51468" w:rsidRPr="00566F1D" w14:paraId="2C902809" w14:textId="77777777" w:rsidTr="00CF656A">
        <w:trPr>
          <w:trHeight w:val="372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D9A82A" w14:textId="7908C17A" w:rsidR="00151468" w:rsidRPr="006C67C3" w:rsidRDefault="00151468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US" w:eastAsia="en-GB"/>
              </w:rPr>
            </w:pPr>
          </w:p>
          <w:p w14:paraId="2C902800" w14:textId="3DBEE3D5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Institución de envío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1" w14:textId="6610B66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2" w14:textId="44495AF1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Facultad/ 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2B7A0" w14:textId="6B29ACD3" w:rsidR="00151468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Código </w:t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Erasmus</w:t>
            </w:r>
            <w:r w:rsidR="00151468" w:rsidRPr="00226134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4"/>
            </w:r>
          </w:p>
          <w:p w14:paraId="2C902803" w14:textId="32B7AD7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(si procede)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04" w14:textId="3D0046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02805" w14:textId="44B0C005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4182" w:type="dxa"/>
            <w:gridSpan w:val="4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C902807" w14:textId="61C067C4" w:rsidR="003F6374" w:rsidRPr="006C67C3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Nombre de la persona de contacto</w:t>
            </w:r>
            <w:r w:rsidR="00151468" w:rsidRPr="00B41F50">
              <w:rPr>
                <w:rStyle w:val="Refdenotaalfinal"/>
                <w:rFonts w:ascii="Verdana" w:hAnsi="Verdana" w:cs="Arial"/>
                <w:sz w:val="16"/>
                <w:lang w:val="en-GB"/>
              </w:rPr>
              <w:endnoteReference w:id="5"/>
            </w:r>
            <w:r w:rsidR="00151468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; </w:t>
            </w:r>
            <w:r w:rsidR="003F6374"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correo electr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ónico; teléfono</w:t>
            </w:r>
          </w:p>
        </w:tc>
      </w:tr>
      <w:tr w:rsidR="00F66A54" w:rsidRPr="00566F1D" w14:paraId="2C902814" w14:textId="77777777" w:rsidTr="00CF656A">
        <w:trPr>
          <w:trHeight w:val="10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0A" w14:textId="77777777" w:rsidR="00F66A54" w:rsidRPr="00B343CD" w:rsidRDefault="00F66A5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fr-BE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B" w14:textId="77777777" w:rsidR="00F66A54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  <w:p w14:paraId="2C90280C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D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E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0F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0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  <w:tc>
          <w:tcPr>
            <w:tcW w:w="4182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C902812" w14:textId="77777777" w:rsidR="00F66A54" w:rsidRPr="00B343CD" w:rsidRDefault="00F66A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fr-BE" w:eastAsia="en-GB"/>
              </w:rPr>
            </w:pPr>
          </w:p>
        </w:tc>
      </w:tr>
      <w:tr w:rsidR="00CF1B79" w:rsidRPr="00226134" w14:paraId="2C90281F" w14:textId="77777777" w:rsidTr="00CF656A">
        <w:trPr>
          <w:trHeight w:val="213"/>
        </w:trPr>
        <w:tc>
          <w:tcPr>
            <w:tcW w:w="113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98552A" w14:textId="328533C3" w:rsidR="00495A23" w:rsidRPr="006C67C3" w:rsidRDefault="00495A23" w:rsidP="001F4B7E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  <w:p w14:paraId="2C902815" w14:textId="3B3078D6" w:rsidR="003F6374" w:rsidRPr="006C67C3" w:rsidRDefault="003F6374">
            <w:pPr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  <w:t>Organización/ Empresa de acogida</w:t>
            </w:r>
          </w:p>
        </w:tc>
        <w:tc>
          <w:tcPr>
            <w:tcW w:w="1057" w:type="dxa"/>
            <w:gridSpan w:val="2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6" w14:textId="6E1C86E3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21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17" w14:textId="6F82C5C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Departamento</w:t>
            </w:r>
          </w:p>
        </w:tc>
        <w:tc>
          <w:tcPr>
            <w:tcW w:w="1134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8" w14:textId="17681B00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Dirección; página web</w:t>
            </w:r>
          </w:p>
        </w:tc>
        <w:tc>
          <w:tcPr>
            <w:tcW w:w="1276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9" w14:textId="71FA4064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País</w:t>
            </w:r>
          </w:p>
        </w:tc>
        <w:tc>
          <w:tcPr>
            <w:tcW w:w="106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A" w14:textId="19730A89" w:rsidR="003F6374" w:rsidRPr="0022613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Tamaño</w:t>
            </w:r>
          </w:p>
        </w:tc>
        <w:tc>
          <w:tcPr>
            <w:tcW w:w="2229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1B" w14:textId="145A2F3F" w:rsidR="003F6374" w:rsidRPr="008921A7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 la persona de contacto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6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; </w:t>
            </w:r>
            <w:r w:rsidR="003D27D7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 xml:space="preserve">cargo ; </w:t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correo electrónico; teléfono</w:t>
            </w:r>
          </w:p>
        </w:tc>
        <w:tc>
          <w:tcPr>
            <w:tcW w:w="1953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1D" w14:textId="5EBEB236" w:rsidR="003F6374" w:rsidRPr="00B343CD" w:rsidRDefault="00CD0C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Nombre del mentor</w:t>
            </w:r>
            <w:r w:rsidR="00495A23" w:rsidRPr="0022613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7"/>
            </w:r>
            <w:r w:rsidR="003F637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fr-BE" w:eastAsia="en-GB"/>
              </w:rPr>
              <w:t>; cargo; correo electrónico; teléfono</w:t>
            </w:r>
          </w:p>
        </w:tc>
      </w:tr>
      <w:tr w:rsidR="00CF1B79" w:rsidRPr="00226134" w14:paraId="2C902829" w14:textId="77777777" w:rsidTr="00CF656A">
        <w:trPr>
          <w:trHeight w:val="315"/>
        </w:trPr>
        <w:tc>
          <w:tcPr>
            <w:tcW w:w="1134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902820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  <w:tc>
          <w:tcPr>
            <w:tcW w:w="1057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1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2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3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4" w14:textId="77777777" w:rsidR="00495A23" w:rsidRPr="006C67C3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62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DB680" w14:textId="10F25576" w:rsidR="003F6374" w:rsidRDefault="00AC5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-56726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&lt; 250 </w:t>
            </w:r>
            <w:r w:rsidR="003F6374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>empleados</w:t>
            </w:r>
          </w:p>
          <w:p w14:paraId="2C902825" w14:textId="7922B9DF" w:rsidR="003D498D" w:rsidRPr="00226134" w:rsidRDefault="00AC5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n-GB" w:eastAsia="en-GB"/>
                </w:rPr>
                <w:id w:val="99222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498D">
                  <w:rPr>
                    <w:rFonts w:ascii="MS Gothic" w:eastAsia="MS Gothic" w:hAnsi="MS Gothic" w:cs="Times New Roman" w:hint="eastAsia"/>
                    <w:iCs/>
                    <w:color w:val="000000"/>
                    <w:sz w:val="12"/>
                    <w:szCs w:val="16"/>
                    <w:lang w:val="en-GB" w:eastAsia="en-GB"/>
                  </w:rPr>
                  <w:t>☐</w:t>
                </w:r>
              </w:sdtContent>
            </w:sdt>
            <w:r w:rsidR="006C67C3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&gt;</w:t>
            </w:r>
            <w:r w:rsidR="003D498D"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n-GB" w:eastAsia="en-GB"/>
              </w:rPr>
              <w:t xml:space="preserve"> 250 empleados</w:t>
            </w:r>
          </w:p>
        </w:tc>
        <w:tc>
          <w:tcPr>
            <w:tcW w:w="2229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02826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2C902827" w14:textId="77777777" w:rsidR="00495A23" w:rsidRPr="00226134" w:rsidRDefault="00495A2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137EAF" w:rsidRPr="00226134" w14:paraId="2C902833" w14:textId="77777777" w:rsidTr="004A3F18">
        <w:trPr>
          <w:trHeight w:val="135"/>
        </w:trPr>
        <w:tc>
          <w:tcPr>
            <w:tcW w:w="11056" w:type="dxa"/>
            <w:gridSpan w:val="15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9F3B8" w14:textId="1379D234" w:rsidR="00137EAF" w:rsidRPr="006C67C3" w:rsidRDefault="00137EAF" w:rsidP="003316C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1861122C" w14:textId="77777777" w:rsidR="008921A7" w:rsidRPr="006C67C3" w:rsidRDefault="008921A7" w:rsidP="003A1CF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es-ES" w:eastAsia="en-GB"/>
              </w:rPr>
            </w:pPr>
          </w:p>
          <w:p w14:paraId="5362763B" w14:textId="77777777" w:rsidR="003F6374" w:rsidRDefault="003F63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  <w:t>Antes de la movilidad</w:t>
            </w:r>
          </w:p>
          <w:p w14:paraId="2C902832" w14:textId="473CA6CC" w:rsidR="00B41F50" w:rsidRPr="006C67C3" w:rsidRDefault="00B41F5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es-ES" w:eastAsia="en-GB"/>
              </w:rPr>
            </w:pPr>
          </w:p>
        </w:tc>
      </w:tr>
      <w:tr w:rsidR="00137EAF" w:rsidRPr="008921A7" w14:paraId="2C902836" w14:textId="77777777" w:rsidTr="00CF1B79">
        <w:trPr>
          <w:trHeight w:val="100"/>
        </w:trPr>
        <w:tc>
          <w:tcPr>
            <w:tcW w:w="98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34" w14:textId="77777777" w:rsidR="00137EAF" w:rsidRPr="006C67C3" w:rsidRDefault="00137EAF" w:rsidP="0047148C">
            <w:pPr>
              <w:spacing w:before="80" w:after="8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072" w:type="dxa"/>
            <w:gridSpan w:val="14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C902835" w14:textId="26668034" w:rsidR="00137EAF" w:rsidRPr="006C67C3" w:rsidRDefault="003F6374">
            <w:pPr>
              <w:spacing w:before="80" w:after="8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 – Programa de prácticas en la organización/ empresa de acogida</w:t>
            </w:r>
          </w:p>
        </w:tc>
      </w:tr>
      <w:tr w:rsidR="00137EAF" w:rsidRPr="008921A7" w14:paraId="2C902838" w14:textId="77777777" w:rsidTr="00E618B5">
        <w:trPr>
          <w:trHeight w:val="190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37" w14:textId="23E8492E" w:rsidR="00137EAF" w:rsidRPr="006C67C3" w:rsidRDefault="003F6374" w:rsidP="000C20DB">
            <w:pPr>
              <w:pStyle w:val="Textocomentario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 w:rsidR="000C20DB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m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ovilidad: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 w:rsidR="000C20DB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="000C20DB"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="000C20DB"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6C67C3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</w:tc>
      </w:tr>
      <w:tr w:rsidR="00137EAF" w:rsidRPr="008921A7" w14:paraId="2C90283B" w14:textId="77777777" w:rsidTr="006C67C3">
        <w:trPr>
          <w:trHeight w:val="170"/>
        </w:trPr>
        <w:tc>
          <w:tcPr>
            <w:tcW w:w="5812" w:type="dxa"/>
            <w:gridSpan w:val="9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9FE7373" w14:textId="192A6C43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39" w14:textId="77777777" w:rsidR="00A939CD" w:rsidRPr="006C67C3" w:rsidRDefault="00A939CD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3A" w14:textId="0B88164B" w:rsidR="000C20DB" w:rsidRPr="006C67C3" w:rsidRDefault="000C20DB" w:rsidP="00467D99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 w:rsidRPr="006C67C3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015384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137EAF" w:rsidRPr="008921A7" w14:paraId="2C902840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C01D4FE" w14:textId="2B50EF72" w:rsidR="000C20DB" w:rsidRPr="006C67C3" w:rsidRDefault="000C20DB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3D" w14:textId="77777777" w:rsidR="00137EAF" w:rsidRPr="006C67C3" w:rsidRDefault="00137EAF" w:rsidP="00467D99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  <w:p w14:paraId="2C90283E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3F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72259C" w:rsidRPr="008921A7" w14:paraId="197A052F" w14:textId="77777777" w:rsidTr="00016B8C">
        <w:trPr>
          <w:trHeight w:val="287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D3E48C2" w14:textId="6085DCC0" w:rsidR="0072259C" w:rsidRPr="006C67C3" w:rsidRDefault="0072259C" w:rsidP="005F6734">
            <w:pPr>
              <w:spacing w:after="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Prácticas </w:t>
            </w:r>
            <w:r w:rsidR="005F6734">
              <w:rPr>
                <w:rFonts w:cs="Calibri"/>
                <w:b/>
                <w:sz w:val="16"/>
                <w:szCs w:val="16"/>
                <w:lang w:val="es-ES"/>
              </w:rPr>
              <w:t>en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habilidades y competencias digitales</w:t>
            </w:r>
            <w:r>
              <w:rPr>
                <w:rStyle w:val="Refdenotaalfinal"/>
                <w:rFonts w:cs="Calibri"/>
                <w:b/>
                <w:sz w:val="16"/>
                <w:szCs w:val="16"/>
                <w:lang w:val="es-ES"/>
              </w:rPr>
              <w:endnoteReference w:id="8"/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: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Sí</w:t>
            </w:r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-3235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  <w:r w:rsidRPr="004A19A7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 No </w:t>
            </w:r>
            <w:sdt>
              <w:sdtPr>
                <w:rPr>
                  <w:rFonts w:eastAsia="Times New Roman" w:cstheme="minorHAnsi"/>
                  <w:iCs/>
                  <w:color w:val="000000"/>
                  <w:sz w:val="16"/>
                  <w:szCs w:val="16"/>
                  <w:lang w:val="es-ES" w:eastAsia="en-GB"/>
                </w:rPr>
                <w:id w:val="14093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A19A7">
                  <w:rPr>
                    <w:rFonts w:ascii="MS Gothic" w:eastAsia="MS Gothic" w:hAnsi="MS Gothic" w:cs="MS Gothic" w:hint="eastAsia"/>
                    <w:iCs/>
                    <w:color w:val="000000"/>
                    <w:sz w:val="16"/>
                    <w:szCs w:val="16"/>
                    <w:lang w:val="es-ES" w:eastAsia="en-GB"/>
                  </w:rPr>
                  <w:t>☐</w:t>
                </w:r>
              </w:sdtContent>
            </w:sdt>
          </w:p>
        </w:tc>
      </w:tr>
      <w:tr w:rsidR="00137EAF" w:rsidRPr="008921A7" w14:paraId="2C902844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70A37F7D" w14:textId="385321F2" w:rsidR="000C20DB" w:rsidRPr="006C67C3" w:rsidRDefault="000C20DB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015384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</w:p>
          <w:p w14:paraId="2C902842" w14:textId="77777777" w:rsidR="00137EAF" w:rsidRPr="006C67C3" w:rsidRDefault="00137EAF" w:rsidP="00467D99">
            <w:pPr>
              <w:spacing w:after="0"/>
              <w:ind w:right="-992"/>
              <w:rPr>
                <w:rFonts w:cs="Arial"/>
                <w:sz w:val="16"/>
                <w:szCs w:val="16"/>
                <w:lang w:val="es-ES"/>
              </w:rPr>
            </w:pPr>
          </w:p>
          <w:p w14:paraId="2C902843" w14:textId="77777777" w:rsidR="00137EAF" w:rsidRPr="006C67C3" w:rsidRDefault="00137EAF" w:rsidP="00467D99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137EAF" w:rsidRPr="00226134" w14:paraId="2C902848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7F7D75" w14:textId="3E2B4C8A" w:rsidR="000C20DB" w:rsidRDefault="000C20DB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015384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46" w14:textId="77777777" w:rsidR="00137EAF" w:rsidRPr="00226134" w:rsidRDefault="00137EAF" w:rsidP="00467D99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</w:p>
          <w:p w14:paraId="2C902847" w14:textId="77777777" w:rsidR="00137EAF" w:rsidRPr="00226134" w:rsidRDefault="00137EAF" w:rsidP="00467D99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137EAF" w:rsidRPr="00226134" w14:paraId="2C90284C" w14:textId="77777777" w:rsidTr="005E53E1">
        <w:trPr>
          <w:trHeight w:val="125"/>
        </w:trPr>
        <w:tc>
          <w:tcPr>
            <w:tcW w:w="11056" w:type="dxa"/>
            <w:gridSpan w:val="15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EEEB2C" w14:textId="05FDF5FB" w:rsidR="000C20DB" w:rsidRPr="006C67C3" w:rsidRDefault="000C20DB" w:rsidP="00467D99">
            <w:pPr>
              <w:spacing w:after="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C90284A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4B" w14:textId="77777777" w:rsidR="00137EAF" w:rsidRPr="006C67C3" w:rsidRDefault="00137EAF" w:rsidP="00467D99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137EAF" w:rsidRPr="00226134" w14:paraId="2C902856" w14:textId="77777777" w:rsidTr="00EA1BFE">
        <w:trPr>
          <w:trHeight w:val="75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D" w14:textId="77777777" w:rsidR="00F470CC" w:rsidRPr="006C67C3" w:rsidRDefault="00F470CC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E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4F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0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1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2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3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4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855" w14:textId="77777777" w:rsidR="00137EAF" w:rsidRPr="006C67C3" w:rsidRDefault="00137EAF" w:rsidP="00B57D8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n-GB"/>
              </w:rPr>
            </w:pPr>
          </w:p>
        </w:tc>
      </w:tr>
      <w:tr w:rsidR="00137EAF" w:rsidRPr="008921A7" w14:paraId="2C902859" w14:textId="77777777" w:rsidTr="005E53E1">
        <w:trPr>
          <w:trHeight w:val="330"/>
        </w:trPr>
        <w:tc>
          <w:tcPr>
            <w:tcW w:w="11056" w:type="dxa"/>
            <w:gridSpan w:val="1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AD260CB" w14:textId="5426E8DD" w:rsidR="00137EAF" w:rsidRPr="006C67C3" w:rsidRDefault="00137EAF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</w:p>
          <w:p w14:paraId="232F5BF5" w14:textId="50AB2BDE" w:rsidR="000C20DB" w:rsidRPr="006C67C3" w:rsidRDefault="000C20DB" w:rsidP="000C2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El nivel de </w:t>
            </w:r>
            <w:r w:rsidRPr="006C67C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t>competencia lingüística</w:t>
            </w:r>
            <w:r w:rsidR="000E7A73">
              <w:rPr>
                <w:rStyle w:val="Refdenotaalfinal"/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val="es-ES" w:eastAsia="en-GB"/>
              </w:rPr>
              <w:endnoteReference w:id="9"/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e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 ________ [</w:t>
            </w:r>
            <w:r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indica</w:t>
            </w:r>
            <w:r w:rsidR="00CD458E" w:rsidRPr="006C67C3">
              <w:rPr>
                <w:rFonts w:ascii="Calibri" w:eastAsia="Times New Roman" w:hAnsi="Calibri" w:cs="Times New Roman"/>
                <w:i/>
                <w:color w:val="000000"/>
                <w:sz w:val="16"/>
                <w:szCs w:val="16"/>
                <w:lang w:val="es-ES" w:eastAsia="en-GB"/>
              </w:rPr>
              <w:t>r la lengua principal de trabajo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] 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que el estudiante posee o que se compromete a obtener e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n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el momento de iniciar su period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de </w:t>
            </w:r>
            <w:r w:rsidR="00CD458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m</w:t>
            </w:r>
            <w:r w:rsidR="00CD458E"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>ovilidad es</w:t>
            </w:r>
            <w:r w:rsidRPr="006C67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: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A1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30057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A2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188054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B1 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2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-237091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B2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88289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C1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70422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C2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155580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    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Hablante n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ativ</w:t>
            </w:r>
            <w:r w:rsidR="00CD458E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sdt>
              <w:sdtPr>
                <w:rPr>
                  <w:rFonts w:ascii="Calibri" w:eastAsia="Times New Roman" w:hAnsi="Calibri" w:cs="Times New Roman"/>
                  <w:iCs/>
                  <w:color w:val="000000"/>
                  <w:sz w:val="12"/>
                  <w:szCs w:val="16"/>
                  <w:lang w:val="es-ES" w:eastAsia="en-GB"/>
                </w:rPr>
                <w:id w:val="2082788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67C3">
                  <w:rPr>
                    <w:rFonts w:ascii="MS Gothic" w:eastAsia="MS Gothic" w:hAnsi="MS Gothic" w:cs="Times New Roman"/>
                    <w:iCs/>
                    <w:color w:val="000000"/>
                    <w:sz w:val="12"/>
                    <w:szCs w:val="16"/>
                    <w:lang w:val="es-ES" w:eastAsia="en-GB"/>
                  </w:rPr>
                  <w:t>☐</w:t>
                </w:r>
              </w:sdtContent>
            </w:sdt>
          </w:p>
          <w:p w14:paraId="2C902858" w14:textId="2B4805AF" w:rsidR="000C20DB" w:rsidRPr="006C67C3" w:rsidRDefault="000C20DB" w:rsidP="008B0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5DD57E97" w14:textId="77777777" w:rsidR="008921A7" w:rsidRPr="006C67C3" w:rsidRDefault="008921A7" w:rsidP="008921A7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val="es-ES" w:eastAsia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0"/>
        <w:gridCol w:w="1561"/>
        <w:gridCol w:w="1134"/>
        <w:gridCol w:w="1701"/>
        <w:gridCol w:w="992"/>
        <w:gridCol w:w="2268"/>
      </w:tblGrid>
      <w:tr w:rsidR="000A220B" w:rsidRPr="008921A7" w14:paraId="2C902874" w14:textId="77777777" w:rsidTr="00D1613B">
        <w:trPr>
          <w:trHeight w:val="10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3B1C56F" w14:textId="5F323B3C" w:rsidR="00A939CD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B – Institución de envío</w:t>
            </w:r>
            <w:r w:rsidR="00635E91" w:rsidRPr="006C67C3"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</w:t>
            </w:r>
          </w:p>
          <w:p w14:paraId="72610F10" w14:textId="77777777" w:rsidR="00015384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C" w14:textId="26B822B6" w:rsidR="00512A1F" w:rsidRPr="006C67C3" w:rsidRDefault="00015384" w:rsidP="00C07F6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Escoja </w:t>
            </w:r>
            <w:r w:rsidRPr="005278F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una</w:t>
            </w:r>
            <w:r w:rsidRPr="005278F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las tres opciones siguientes</w:t>
            </w:r>
            <w:r w:rsidR="00A939CD" w:rsidRPr="006C67C3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:</w:t>
            </w:r>
            <w:r w:rsidR="00A939CD" w:rsidRPr="006C67C3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A939CD" w:rsidRPr="00015384">
              <w:rPr>
                <w:rStyle w:val="Refdenotaalfinal"/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endnoteReference w:id="10"/>
            </w:r>
          </w:p>
          <w:p w14:paraId="449A6EE6" w14:textId="67F3E3E9" w:rsidR="00CD458E" w:rsidRPr="006C67C3" w:rsidRDefault="00CD458E" w:rsidP="00C07F66">
            <w:pPr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2C90285D" w14:textId="76D1B34D" w:rsidR="00512A1F" w:rsidRPr="006C67C3" w:rsidRDefault="00CD458E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forman una parte integrante del plan de estudios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80"/>
              <w:gridCol w:w="7080"/>
            </w:tblGrid>
            <w:tr w:rsidR="0047148C" w:rsidRPr="008921A7" w14:paraId="2C902860" w14:textId="77777777" w:rsidTr="00BB4463">
              <w:trPr>
                <w:trHeight w:val="184"/>
              </w:trPr>
              <w:tc>
                <w:tcPr>
                  <w:tcW w:w="3480" w:type="dxa"/>
                  <w:shd w:val="clear" w:color="auto" w:fill="auto"/>
                  <w:hideMark/>
                </w:tcPr>
                <w:p w14:paraId="65D890B9" w14:textId="78857BFB" w:rsidR="0047148C" w:rsidRPr="006C67C3" w:rsidRDefault="00015384" w:rsidP="00BB44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Concederá…….. .…créditos ECTS (o equivalente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</w:t>
                  </w:r>
                  <w:r w:rsidRPr="005278F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47148C" w:rsidRPr="008921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vertAlign w:val="superscript"/>
                      <w:lang w:val="en-GB" w:eastAsia="en-GB"/>
                    </w:rPr>
                    <w:endnoteReference w:id="11"/>
                  </w:r>
                </w:p>
                <w:p w14:paraId="2C90285E" w14:textId="676ECCEA" w:rsidR="00CD458E" w:rsidRPr="006C67C3" w:rsidRDefault="00CD458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7080" w:type="dxa"/>
                  <w:shd w:val="clear" w:color="auto" w:fill="auto"/>
                </w:tcPr>
                <w:p w14:paraId="2C90285F" w14:textId="4C5FDDDB" w:rsidR="00CD458E" w:rsidRPr="006C67C3" w:rsidRDefault="00CD458E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Otorgará una calificación basada</w:t>
                  </w:r>
                  <w:r w:rsidRPr="00CD458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n:  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915129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473075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0223173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2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  <w:hideMark/>
                </w:tcPr>
                <w:p w14:paraId="7081A707" w14:textId="77777777" w:rsidR="00CD458E" w:rsidRDefault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 y en el Suplemento Europeo al Título (o equivalente) del estudiante.</w:t>
                  </w:r>
                </w:p>
                <w:p w14:paraId="2C902861" w14:textId="21CC0375" w:rsidR="00015384" w:rsidRPr="006C67C3" w:rsidRDefault="00015384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8921A7" w14:paraId="2C902864" w14:textId="77777777" w:rsidTr="00BB4463">
              <w:trPr>
                <w:trHeight w:val="166"/>
              </w:trPr>
              <w:tc>
                <w:tcPr>
                  <w:tcW w:w="10560" w:type="dxa"/>
                  <w:gridSpan w:val="2"/>
                  <w:shd w:val="clear" w:color="auto" w:fill="auto"/>
                  <w:vAlign w:val="center"/>
                </w:tcPr>
                <w:p w14:paraId="38F19C9F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84199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96526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63" w14:textId="0EBCD6C1" w:rsidR="00015384" w:rsidRPr="006C67C3" w:rsidRDefault="00015384" w:rsidP="00490AB7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7D87527F" w14:textId="2FF79954" w:rsidR="00490AB7" w:rsidRPr="006C67C3" w:rsidRDefault="00490AB7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son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voluntarias</w:t>
            </w: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 (extracurriculares)</w:t>
            </w:r>
            <w:r w:rsidRPr="00015384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560"/>
              <w:gridCol w:w="6600"/>
            </w:tblGrid>
            <w:tr w:rsidR="00CF3080" w:rsidRPr="008921A7" w14:paraId="2C902868" w14:textId="77777777" w:rsidTr="002A2E1F">
              <w:trPr>
                <w:trHeight w:val="192"/>
              </w:trPr>
              <w:tc>
                <w:tcPr>
                  <w:tcW w:w="3960" w:type="dxa"/>
                  <w:gridSpan w:val="2"/>
                  <w:shd w:val="clear" w:color="auto" w:fill="auto"/>
                  <w:hideMark/>
                </w:tcPr>
                <w:p w14:paraId="2C902866" w14:textId="2C596CFE" w:rsidR="00CF3080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008744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3160289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CF3080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</w:tc>
              <w:tc>
                <w:tcPr>
                  <w:tcW w:w="6600" w:type="dxa"/>
                  <w:shd w:val="clear" w:color="auto" w:fill="auto"/>
                </w:tcPr>
                <w:p w14:paraId="2C902867" w14:textId="54A9BAAC" w:rsidR="00490AB7" w:rsidRPr="006C67C3" w:rsidRDefault="00CF308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490AB7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 w:rsidR="00490AB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CF3080" w:rsidRPr="008921A7" w14:paraId="2C90286B" w14:textId="77777777" w:rsidTr="00BB4463">
              <w:trPr>
                <w:trHeight w:val="96"/>
              </w:trPr>
              <w:tc>
                <w:tcPr>
                  <w:tcW w:w="2400" w:type="dxa"/>
                  <w:shd w:val="clear" w:color="auto" w:fill="auto"/>
                  <w:vAlign w:val="center"/>
                  <w:hideMark/>
                </w:tcPr>
                <w:p w14:paraId="5B0C0DF9" w14:textId="77777777" w:rsidR="00490AB7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lastRenderedPageBreak/>
                    <w:t>Otorgará una calificación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</w:p>
                <w:p w14:paraId="2C902869" w14:textId="264FB629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5564772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0973646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160" w:type="dxa"/>
                  <w:gridSpan w:val="2"/>
                  <w:shd w:val="clear" w:color="auto" w:fill="auto"/>
                  <w:vAlign w:val="center"/>
                </w:tcPr>
                <w:p w14:paraId="2C90286A" w14:textId="4B86C8A9" w:rsidR="00490AB7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en qué se basar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á: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C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ertifica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do de prácticas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6501361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Informe f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inal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806592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Entrevista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484043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D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2C90286C" w14:textId="7DB70FDB" w:rsidR="00512A1F" w:rsidRPr="006C67C3" w:rsidRDefault="00490AB7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Certificado académico del estudiante: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4764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075326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8921A7" w14:paraId="2C90286F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C90286E" w14:textId="15A7C5F7" w:rsidR="00490AB7" w:rsidRPr="006C67C3" w:rsidRDefault="00490AB7" w:rsidP="00490AB7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 en el Suplemento Europeo al Título (o equivalente) del estudiante</w:t>
                  </w:r>
                </w:p>
              </w:tc>
            </w:tr>
            <w:tr w:rsidR="00512A1F" w:rsidRPr="008921A7" w14:paraId="2C902871" w14:textId="77777777" w:rsidTr="00E719D2">
              <w:trPr>
                <w:trHeight w:val="166"/>
              </w:trPr>
              <w:tc>
                <w:tcPr>
                  <w:tcW w:w="10560" w:type="dxa"/>
                  <w:gridSpan w:val="3"/>
                  <w:tcBorders>
                    <w:top w:val="single" w:sz="8" w:space="0" w:color="auto"/>
                    <w:bottom w:val="double" w:sz="6" w:space="0" w:color="000000"/>
                  </w:tcBorders>
                  <w:shd w:val="clear" w:color="auto" w:fill="auto"/>
                  <w:vAlign w:val="center"/>
                </w:tcPr>
                <w:p w14:paraId="2C902870" w14:textId="7565BA21" w:rsidR="00613564" w:rsidRPr="006C67C3" w:rsidRDefault="00613564" w:rsidP="0061091B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489469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19627483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AA288AF" w14:textId="6BD20D34" w:rsidR="00613564" w:rsidRPr="006C67C3" w:rsidRDefault="00613564">
            <w:pPr>
              <w:pStyle w:val="Prrafodelista"/>
              <w:numPr>
                <w:ilvl w:val="0"/>
                <w:numId w:val="5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 xml:space="preserve">Las prácticas las realiza </w:t>
            </w:r>
            <w:r w:rsidRPr="006C67C3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  <w:t>un recién graduado</w:t>
            </w:r>
            <w:r w:rsidRPr="00F16ACE">
              <w:rPr>
                <w:rFonts w:eastAsia="Times New Roman" w:cstheme="minorHAnsi"/>
                <w:bCs/>
                <w:color w:val="000000"/>
                <w:sz w:val="16"/>
                <w:szCs w:val="16"/>
                <w:lang w:val="es-ES" w:eastAsia="en-GB"/>
              </w:rPr>
              <w:t>. Una vez concluidas satisfactoriamente, la institución:</w:t>
            </w:r>
          </w:p>
          <w:tbl>
            <w:tblPr>
              <w:tblW w:w="10560" w:type="dxa"/>
              <w:tblInd w:w="185" w:type="dxa"/>
              <w:tblBorders>
                <w:top w:val="single" w:sz="8" w:space="0" w:color="auto"/>
                <w:left w:val="double" w:sz="6" w:space="0" w:color="auto"/>
                <w:bottom w:val="double" w:sz="6" w:space="0" w:color="000000"/>
                <w:right w:val="double" w:sz="6" w:space="0" w:color="000000"/>
                <w:insideH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21173F" w:rsidRPr="008921A7" w14:paraId="65E3B612" w14:textId="77777777" w:rsidTr="00240131">
              <w:trPr>
                <w:trHeight w:val="166"/>
              </w:trPr>
              <w:tc>
                <w:tcPr>
                  <w:tcW w:w="5280" w:type="dxa"/>
                  <w:tcBorders>
                    <w:top w:val="double" w:sz="6" w:space="0" w:color="000000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14:paraId="2AF9E237" w14:textId="6666F915" w:rsidR="0021173F" w:rsidRPr="006C67C3" w:rsidRDefault="00613564" w:rsidP="001B678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Concederá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créditos ECTS (o equivalentes)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93835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1062641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21173F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</w:t>
                  </w:r>
                </w:p>
              </w:tc>
              <w:tc>
                <w:tcPr>
                  <w:tcW w:w="5280" w:type="dxa"/>
                  <w:tcBorders>
                    <w:top w:val="double" w:sz="6" w:space="0" w:color="000000"/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14:paraId="4F3957A2" w14:textId="7D9EEDBD" w:rsidR="00613564" w:rsidRPr="006C67C3" w:rsidRDefault="00613564" w:rsidP="00AE5ED5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En caso afirmativo, indique el n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úmero de créditos:</w:t>
                  </w:r>
                </w:p>
              </w:tc>
            </w:tr>
            <w:tr w:rsidR="0021173F" w:rsidRPr="008921A7" w14:paraId="7CCC0FAE" w14:textId="77777777" w:rsidTr="00240131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14:paraId="646E76AF" w14:textId="7DA8728D" w:rsidR="00613564" w:rsidRPr="006C67C3" w:rsidRDefault="00613564" w:rsidP="001F4B7E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Hará constar la realización de las pr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ácticas en el Documento de Movilidad Europass 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(</w:t>
                  </w:r>
                  <w:r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se aconseja expedir este documento</w:t>
                  </w:r>
                  <w:r w:rsidRPr="006C67C3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524048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518207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EC5BFA1" w14:textId="77777777" w:rsidR="00AE5ED5" w:rsidRPr="006C67C3" w:rsidRDefault="00AE5ED5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6546284" w14:textId="77777777" w:rsidR="00A939CD" w:rsidRPr="006C67C3" w:rsidRDefault="00A939CD" w:rsidP="00512A1F">
            <w:pPr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</w:p>
          <w:p w14:paraId="72E83E9D" w14:textId="52B70931" w:rsidR="003C50CA" w:rsidRPr="006C67C3" w:rsidRDefault="003C50CA" w:rsidP="00E719D2">
            <w:pPr>
              <w:spacing w:after="4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Cobertura de seguros del estudiante</w:t>
            </w: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80"/>
              <w:gridCol w:w="5280"/>
            </w:tblGrid>
            <w:tr w:rsidR="00AE5ED5" w:rsidRPr="008921A7" w14:paraId="6E6B7DE8" w14:textId="77777777" w:rsidTr="004A3F18">
              <w:trPr>
                <w:trHeight w:val="166"/>
              </w:trPr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7E19AD3D" w14:textId="2E0B8CE4" w:rsidR="00613564" w:rsidRPr="006C67C3" w:rsidRDefault="00613564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institución de env</w:t>
                  </w:r>
                  <w:r w:rsidR="004052D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ío pondrá a disposici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212F2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4052DC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cobertura por parte de la organización/empresa de acogida): Sí</w:t>
                  </w:r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4599575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4052DC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383990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52DC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5C25AF87" w14:textId="77777777" w:rsidR="00AE5ED5" w:rsidRPr="006C67C3" w:rsidRDefault="00AE5ED5" w:rsidP="004A3F18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5280" w:type="dxa"/>
                  <w:tcBorders>
                    <w:top w:val="single" w:sz="8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14:paraId="2AE688C4" w14:textId="77777777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3444682E" w14:textId="67A2E9EB" w:rsidR="004052DC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474479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2349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6718FA54" w14:textId="248FCDEF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236052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690058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DA2177B" w14:textId="1973E9AA" w:rsidR="004052DC" w:rsidRPr="006C67C3" w:rsidRDefault="004052DC" w:rsidP="004052D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AE5ED5" w:rsidRPr="008921A7" w14:paraId="60F839F8" w14:textId="77777777" w:rsidTr="004A3F18">
              <w:trPr>
                <w:trHeight w:val="166"/>
              </w:trPr>
              <w:tc>
                <w:tcPr>
                  <w:tcW w:w="10560" w:type="dxa"/>
                  <w:gridSpan w:val="2"/>
                  <w:tcBorders>
                    <w:top w:val="single" w:sz="8" w:space="0" w:color="auto"/>
                    <w:bottom w:val="double" w:sz="6" w:space="0" w:color="auto"/>
                  </w:tcBorders>
                  <w:shd w:val="clear" w:color="auto" w:fill="auto"/>
                  <w:vAlign w:val="center"/>
                </w:tcPr>
                <w:p w14:paraId="2CCA1E46" w14:textId="0C28CBC4" w:rsidR="004052DC" w:rsidRPr="006C67C3" w:rsidRDefault="004052DC" w:rsidP="007975F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 institución de envío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(si no dispusiera de </w:t>
                  </w:r>
                  <w:r w:rsidR="00212F2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 w:rsidR="007975F1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organización/empresa de acogida): </w:t>
                  </w:r>
                  <w:r w:rsidR="007975F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05521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7975F1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7832940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975F1"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</w:tbl>
          <w:p w14:paraId="1E545738" w14:textId="77777777" w:rsidR="00512A1F" w:rsidRPr="006C67C3" w:rsidRDefault="00512A1F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4A2BD29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  <w:p w14:paraId="2C902873" w14:textId="77777777" w:rsidR="00A939CD" w:rsidRPr="006C67C3" w:rsidRDefault="00A939CD" w:rsidP="00A939CD">
            <w:pPr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es-ES" w:eastAsia="en-GB"/>
              </w:rPr>
            </w:pPr>
          </w:p>
        </w:tc>
      </w:tr>
      <w:tr w:rsidR="008B6E32" w:rsidRPr="008921A7" w14:paraId="2C902886" w14:textId="77777777" w:rsidTr="00512A1F">
        <w:trPr>
          <w:trHeight w:val="1496"/>
        </w:trPr>
        <w:tc>
          <w:tcPr>
            <w:tcW w:w="11056" w:type="dxa"/>
            <w:gridSpan w:val="6"/>
            <w:tcBorders>
              <w:top w:val="double" w:sz="6" w:space="0" w:color="000000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20645E" w14:textId="77777777" w:rsidR="00F16ACE" w:rsidRDefault="00F16ACE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highlight w:val="red"/>
                <w:lang w:val="es-ES" w:eastAsia="en-GB"/>
              </w:rPr>
            </w:pPr>
          </w:p>
          <w:p w14:paraId="52E875E4" w14:textId="492B9DC5" w:rsidR="003C50CA" w:rsidRPr="006C67C3" w:rsidRDefault="003C50CA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Tabla C – Organización/ empresa de acogida </w:t>
            </w:r>
          </w:p>
          <w:p w14:paraId="22A9701A" w14:textId="77777777" w:rsidR="00A939CD" w:rsidRPr="006C67C3" w:rsidRDefault="00A939CD" w:rsidP="00CF3080">
            <w:pPr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</w:p>
          <w:tbl>
            <w:tblPr>
              <w:tblW w:w="10560" w:type="dxa"/>
              <w:tblInd w:w="185" w:type="dxa"/>
              <w:tblBorders>
                <w:top w:val="double" w:sz="6" w:space="0" w:color="000000"/>
                <w:left w:val="double" w:sz="6" w:space="0" w:color="auto"/>
                <w:bottom w:val="double" w:sz="6" w:space="0" w:color="auto"/>
                <w:right w:val="double" w:sz="6" w:space="0" w:color="000000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000"/>
              <w:gridCol w:w="1800"/>
              <w:gridCol w:w="2760"/>
            </w:tblGrid>
            <w:tr w:rsidR="00911FCC" w:rsidRPr="006F4618" w14:paraId="2C902878" w14:textId="77777777" w:rsidTr="00911FCC">
              <w:trPr>
                <w:trHeight w:val="184"/>
              </w:trPr>
              <w:tc>
                <w:tcPr>
                  <w:tcW w:w="7800" w:type="dxa"/>
                  <w:gridSpan w:val="2"/>
                  <w:shd w:val="clear" w:color="auto" w:fill="auto"/>
                  <w:hideMark/>
                </w:tcPr>
                <w:p w14:paraId="2C902876" w14:textId="355CC753" w:rsidR="00911FCC" w:rsidRPr="006C67C3" w:rsidRDefault="003C50CA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La organización/empresa de acogida ofrecerá </w:t>
                  </w:r>
                  <w:r w:rsidR="00404363"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al estudiante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ayuda financier</w:t>
                  </w:r>
                  <w:r w:rsidR="005D1DB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a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por sus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543504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7994240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="00911FCC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          </w:t>
                  </w:r>
                </w:p>
              </w:tc>
              <w:tc>
                <w:tcPr>
                  <w:tcW w:w="2760" w:type="dxa"/>
                  <w:shd w:val="clear" w:color="auto" w:fill="auto"/>
                </w:tcPr>
                <w:p w14:paraId="6DDC4351" w14:textId="0A309947" w:rsidR="003C50CA" w:rsidRPr="006C67C3" w:rsidRDefault="003C50CA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En caso afirmativo,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importe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(EUR/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mes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</w:t>
                  </w:r>
                  <w:r w:rsidR="00F16AC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2C902877" w14:textId="77777777" w:rsidR="008921A7" w:rsidRPr="006C67C3" w:rsidRDefault="008921A7" w:rsidP="00911FCC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12A1F" w:rsidRPr="006F4618" w14:paraId="2C90287B" w14:textId="77777777" w:rsidTr="00BB4463">
              <w:trPr>
                <w:trHeight w:val="9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  <w:hideMark/>
                </w:tcPr>
                <w:p w14:paraId="604A7738" w14:textId="7518D0C1" w:rsidR="005D1DB2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ofrecer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al estudiante una contribución en especie por sus prácticas: </w:t>
                  </w: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Yes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1057346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6C67C3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608396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6C67C3">
                        <w:rPr>
                          <w:rFonts w:ascii="MS Gothic" w:eastAsia="MS Gothic" w:hAnsi="MS Gothic" w:cs="MS Gothic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12AD2E7E" w14:textId="18DD4B40" w:rsidR="00404363" w:rsidRPr="006C67C3" w:rsidRDefault="00404363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especifique:</w:t>
                  </w:r>
                </w:p>
                <w:p w14:paraId="2C90287A" w14:textId="77777777" w:rsidR="008921A7" w:rsidRPr="006C67C3" w:rsidRDefault="008921A7" w:rsidP="009C1170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5516AF" w:rsidRPr="006F4618" w14:paraId="2C90287F" w14:textId="77777777" w:rsidTr="005516AF">
              <w:trPr>
                <w:trHeight w:val="166"/>
              </w:trPr>
              <w:tc>
                <w:tcPr>
                  <w:tcW w:w="6000" w:type="dxa"/>
                  <w:shd w:val="clear" w:color="auto" w:fill="auto"/>
                  <w:vAlign w:val="center"/>
                  <w:hideMark/>
                </w:tcPr>
                <w:p w14:paraId="14F3D0E6" w14:textId="6FD16E99" w:rsidR="00404363" w:rsidRPr="004A19A7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ón del estudiante una cobertura de seguro de accidentes (si no dispusiera de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): 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809557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1921451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711D4766" w14:textId="7777777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  <w:p w14:paraId="2C90287D" w14:textId="77FDBB67" w:rsidR="008921A7" w:rsidRPr="006C67C3" w:rsidRDefault="008921A7" w:rsidP="00CA79E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  <w:tc>
                <w:tcPr>
                  <w:tcW w:w="4560" w:type="dxa"/>
                  <w:gridSpan w:val="2"/>
                  <w:shd w:val="clear" w:color="auto" w:fill="auto"/>
                  <w:vAlign w:val="center"/>
                </w:tcPr>
                <w:p w14:paraId="0A019E33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En caso afirmativo, el seguro de accidente cubre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:</w:t>
                  </w:r>
                </w:p>
                <w:p w14:paraId="132286D4" w14:textId="77777777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- accidentes durante viajes relacionados con las pr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ácticas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:  </w:t>
                  </w:r>
                </w:p>
                <w:p w14:paraId="7B1EC26C" w14:textId="2E9B2FDC" w:rsidR="0040436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2148879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No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5245424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  <w:p w14:paraId="2C90287E" w14:textId="66159667" w:rsidR="00404363" w:rsidRPr="006C67C3" w:rsidRDefault="00404363" w:rsidP="004043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- accidentes durante el desplazamiento entre el domicilio y el lugar de trabajo:  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725984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3472556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512A1F" w:rsidRPr="006F4618" w14:paraId="2C902881" w14:textId="77777777" w:rsidTr="00BB4463">
              <w:trPr>
                <w:trHeight w:val="166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2C902880" w14:textId="2FBBFFE8" w:rsidR="00A017A1" w:rsidRPr="006C67C3" w:rsidRDefault="00A017A1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La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organización/empresa de acogida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 pondr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á a disposición del estudiante una cobertura de seguro de responsabilidad civil (si no dispusiera de </w:t>
                  </w:r>
                  <w:r w:rsidR="006F28F4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dicha 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cobertura por parte de la </w:t>
                  </w:r>
                  <w:r w:rsidRPr="004A19A7"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>institución de envío</w:t>
                  </w:r>
                  <w:r>
                    <w:rPr>
                      <w:rFonts w:eastAsia="Times New Roman" w:cstheme="minorHAnsi"/>
                      <w:iCs/>
                      <w:color w:val="000000"/>
                      <w:sz w:val="16"/>
                      <w:szCs w:val="16"/>
                      <w:lang w:val="es-ES" w:eastAsia="en-GB"/>
                    </w:rPr>
                    <w:t xml:space="preserve">):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Sí</w:t>
                  </w:r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2399480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  <w:r w:rsidRPr="004A19A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 No </w:t>
                  </w:r>
                  <w:sdt>
                    <w:sdtPr>
                      <w:rPr>
                        <w:rFonts w:eastAsia="Times New Roman" w:cstheme="minorHAnsi"/>
                        <w:iCs/>
                        <w:color w:val="000000"/>
                        <w:sz w:val="16"/>
                        <w:szCs w:val="16"/>
                        <w:lang w:val="es-ES" w:eastAsia="en-GB"/>
                      </w:rPr>
                      <w:id w:val="-1902045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4A19A7">
                        <w:rPr>
                          <w:rFonts w:ascii="MS Gothic" w:eastAsia="MS Gothic" w:hAnsi="MS Gothic" w:cs="MS Gothic" w:hint="eastAsia"/>
                          <w:iCs/>
                          <w:color w:val="000000"/>
                          <w:sz w:val="16"/>
                          <w:szCs w:val="16"/>
                          <w:lang w:val="es-ES" w:eastAsia="en-GB"/>
                        </w:rPr>
                        <w:t>☐</w:t>
                      </w:r>
                    </w:sdtContent>
                  </w:sdt>
                </w:p>
              </w:tc>
            </w:tr>
            <w:tr w:rsidR="001F0765" w:rsidRPr="006F4618" w14:paraId="2C902883" w14:textId="77777777" w:rsidTr="00C96D32">
              <w:trPr>
                <w:trHeight w:val="253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507F860F" w14:textId="3F986C42" w:rsidR="001F0765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La organización/empresa de acogida pondrá a disposición del estudiante el equipamiento y el apoyo necesarios.</w:t>
                  </w:r>
                  <w:r w:rsidR="001F0765"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</w:p>
                <w:p w14:paraId="2C902882" w14:textId="4E8E080D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  <w:tr w:rsidR="00373163" w:rsidRPr="006F4618" w14:paraId="11C19033" w14:textId="77777777" w:rsidTr="00C96D32">
              <w:trPr>
                <w:trHeight w:val="239"/>
              </w:trPr>
              <w:tc>
                <w:tcPr>
                  <w:tcW w:w="10560" w:type="dxa"/>
                  <w:gridSpan w:val="3"/>
                  <w:shd w:val="clear" w:color="auto" w:fill="auto"/>
                  <w:vAlign w:val="center"/>
                </w:tcPr>
                <w:p w14:paraId="35E645B0" w14:textId="1A68561B" w:rsidR="00A017A1" w:rsidRPr="006C67C3" w:rsidRDefault="00A017A1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  <w:r w:rsidRPr="006C67C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Una vez concluidas las prácticas, la organizaci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ón/empresa de acogida se compromete a emitir un Certificado de prácticas en las 5 semanas posteriores a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 </w:t>
                  </w:r>
                  <w:r w:rsidR="006F28F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 xml:space="preserve">su </w:t>
                  </w:r>
                  <w:r w:rsidR="004A2D82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  <w:t>fecha de finalización.</w:t>
                  </w:r>
                </w:p>
                <w:p w14:paraId="6CBFB64D" w14:textId="2AAB77A9" w:rsidR="008921A7" w:rsidRPr="006C67C3" w:rsidRDefault="008921A7" w:rsidP="00373163">
                  <w:pPr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es-ES" w:eastAsia="en-GB"/>
                    </w:rPr>
                  </w:pPr>
                </w:p>
              </w:tc>
            </w:tr>
          </w:tbl>
          <w:p w14:paraId="2C902884" w14:textId="77777777" w:rsidR="008B6E32" w:rsidRPr="006C67C3" w:rsidRDefault="008B6E32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  <w:p w14:paraId="2C902885" w14:textId="77777777" w:rsidR="00512A1F" w:rsidRPr="006C67C3" w:rsidRDefault="00512A1F" w:rsidP="008B6E32">
            <w:pPr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es-ES" w:eastAsia="en-GB"/>
              </w:rPr>
            </w:pPr>
          </w:p>
        </w:tc>
      </w:tr>
      <w:tr w:rsidR="00B57D80" w:rsidRPr="008921A7" w14:paraId="2C902888" w14:textId="77777777" w:rsidTr="006A264B">
        <w:trPr>
          <w:trHeight w:val="564"/>
        </w:trPr>
        <w:tc>
          <w:tcPr>
            <w:tcW w:w="11056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675CC97" w14:textId="77777777" w:rsidR="005D1AD3" w:rsidRPr="006C67C3" w:rsidRDefault="005D1AD3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  <w:p w14:paraId="1F8E7751" w14:textId="56628A5E" w:rsidR="006F2E22" w:rsidRPr="006C67C3" w:rsidRDefault="006F2E22" w:rsidP="00CF656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Mediante la firma del presente document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o</w:t>
            </w:r>
            <w:r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,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el estudiante en prácticas, la institución de envío y la organización/empresa de acogida confirman que aprueban el Acuerdo de aprendizaje y que cumplirán con lo acordado por las partes. El estudiante y la organización/empresa de acogida comunicarán a la institución de envío cualquier problema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o modificación concerniente al periodo de prácticas.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6F28F4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La institución de envío y el estudiante se comprometerán también a cumplir lo que se haya acordado en el convenio de subvención Erasmus+</w:t>
            </w:r>
            <w:r w:rsidR="00A9099F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. La institución respetará los principios de la Carta Erasmus de Educación Superior en todo lo relacionado con las prácticas.</w:t>
            </w:r>
          </w:p>
          <w:p w14:paraId="2C902887" w14:textId="5CE0E576" w:rsidR="008921A7" w:rsidRPr="006C67C3" w:rsidRDefault="008921A7" w:rsidP="00487DB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226134" w14:paraId="2C902890" w14:textId="77777777" w:rsidTr="00CF656A">
        <w:trPr>
          <w:trHeight w:val="269"/>
        </w:trPr>
        <w:tc>
          <w:tcPr>
            <w:tcW w:w="3400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9" w14:textId="25E67F27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Compromiso</w:t>
            </w:r>
          </w:p>
        </w:tc>
        <w:tc>
          <w:tcPr>
            <w:tcW w:w="1561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A" w14:textId="64A78EEA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Nombre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B" w14:textId="43B90F0D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Correo electrónico</w:t>
            </w:r>
          </w:p>
        </w:tc>
        <w:tc>
          <w:tcPr>
            <w:tcW w:w="170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90288D" w14:textId="1FB162E9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Cargo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8E" w14:textId="0218B2F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Fecha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8F" w14:textId="7134B5CA" w:rsidR="005F6FC9" w:rsidRPr="006F4618" w:rsidRDefault="005F6FC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  <w:t>Firma</w:t>
            </w:r>
          </w:p>
        </w:tc>
      </w:tr>
      <w:tr w:rsidR="00C818D9" w:rsidRPr="00226134" w14:paraId="2C902898" w14:textId="77777777" w:rsidTr="00CF656A">
        <w:trPr>
          <w:trHeight w:val="257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1" w14:textId="24A2E7C2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  <w:t>Estudiante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2" w14:textId="5E7342F6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3" w14:textId="1EFE5357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5" w14:textId="36F25978" w:rsidR="005F6FC9" w:rsidRPr="006F4618" w:rsidRDefault="005F6FC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 w:cstheme="minorHAnsi"/>
                <w:i/>
                <w:color w:val="000000"/>
                <w:sz w:val="16"/>
                <w:szCs w:val="16"/>
                <w:lang w:val="en-GB" w:eastAsia="en-GB"/>
              </w:rPr>
              <w:t>Estudiante en prácticas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6" w14:textId="06DCCB49" w:rsidR="00C818D9" w:rsidRPr="006F4618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7" w14:textId="5F6F62EB" w:rsidR="00C818D9" w:rsidRPr="006F4618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C818D9" w:rsidRPr="008921A7" w14:paraId="2C9028A0" w14:textId="77777777" w:rsidTr="00CF656A">
        <w:trPr>
          <w:trHeight w:val="262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99" w14:textId="1C637D63" w:rsidR="005F6FC9" w:rsidRPr="006C67C3" w:rsidRDefault="000E7A73" w:rsidP="000E7A7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R</w:t>
            </w:r>
            <w:r w:rsidR="00F82E3E" w:rsidRPr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esponsable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2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en la instituci</w:t>
            </w:r>
            <w:r w:rsidR="005F6FC9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ón de envío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A" w14:textId="4F32C27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B" w14:textId="695A2032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9D" w14:textId="41921261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9E" w14:textId="1BD7E284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9F" w14:textId="44199C2C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  <w:tr w:rsidR="00C818D9" w:rsidRPr="008921A7" w14:paraId="2C9028A8" w14:textId="77777777" w:rsidTr="00CF656A">
        <w:trPr>
          <w:trHeight w:val="251"/>
        </w:trPr>
        <w:tc>
          <w:tcPr>
            <w:tcW w:w="3400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028A1" w14:textId="514648E8" w:rsidR="005F6FC9" w:rsidRPr="006C67C3" w:rsidRDefault="00F82E3E" w:rsidP="001F4B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  <w:r w:rsidRPr="00394A11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Supervisor</w:t>
            </w:r>
            <w:r w:rsidRPr="006C67C3" w:rsidDel="00F82E3E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C818D9" w:rsidRPr="006F4618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val="en-GB" w:eastAsia="en-GB"/>
              </w:rPr>
              <w:endnoteReference w:id="13"/>
            </w:r>
            <w:r w:rsidR="00C818D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5F6FC9" w:rsidRPr="006C67C3"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  <w:t>de la organización de acogida</w:t>
            </w:r>
          </w:p>
        </w:tc>
        <w:tc>
          <w:tcPr>
            <w:tcW w:w="156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2" w14:textId="258922FF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3" w14:textId="1910506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028A5" w14:textId="21E94900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028A6" w14:textId="0DA246B7" w:rsidR="00C818D9" w:rsidRPr="006C67C3" w:rsidRDefault="00C818D9" w:rsidP="00CF65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es-ES" w:eastAsia="en-GB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9028A7" w14:textId="77777777" w:rsidR="00C818D9" w:rsidRPr="006C67C3" w:rsidRDefault="00C818D9" w:rsidP="001F4B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es-ES" w:eastAsia="en-GB"/>
              </w:rPr>
            </w:pPr>
          </w:p>
        </w:tc>
      </w:tr>
    </w:tbl>
    <w:p w14:paraId="46A9F6FC" w14:textId="77777777" w:rsidR="008921A7" w:rsidRPr="006C67C3" w:rsidRDefault="008921A7" w:rsidP="008921A7">
      <w:pPr>
        <w:spacing w:after="0"/>
        <w:rPr>
          <w:b/>
          <w:lang w:val="es-ES"/>
        </w:rPr>
      </w:pPr>
    </w:p>
    <w:p w14:paraId="772DC357" w14:textId="3F89C82D" w:rsidR="00CF656A" w:rsidRDefault="00CF656A">
      <w:pPr>
        <w:rPr>
          <w:b/>
          <w:lang w:val="es-ES"/>
        </w:rPr>
      </w:pPr>
      <w:r>
        <w:rPr>
          <w:b/>
          <w:lang w:val="es-ES"/>
        </w:rPr>
        <w:br w:type="page"/>
      </w:r>
    </w:p>
    <w:p w14:paraId="148929F6" w14:textId="6D1B91A4" w:rsidR="005F6FC9" w:rsidRDefault="005F6FC9" w:rsidP="00F470CC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Durante la movilidad</w:t>
      </w:r>
    </w:p>
    <w:p w14:paraId="68DF0115" w14:textId="77777777" w:rsidR="006F4618" w:rsidRPr="000D0ADC" w:rsidRDefault="006F4618" w:rsidP="00F470CC">
      <w:pPr>
        <w:spacing w:after="0"/>
        <w:jc w:val="center"/>
        <w:rPr>
          <w:b/>
          <w:lang w:val="en-GB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9"/>
        <w:gridCol w:w="4539"/>
        <w:gridCol w:w="5528"/>
      </w:tblGrid>
      <w:tr w:rsidR="008626A2" w:rsidRPr="008921A7" w14:paraId="2C9028AE" w14:textId="77777777" w:rsidTr="005E53E1">
        <w:trPr>
          <w:trHeight w:val="100"/>
        </w:trPr>
        <w:tc>
          <w:tcPr>
            <w:tcW w:w="989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028AB" w14:textId="77777777" w:rsidR="008626A2" w:rsidRPr="00226134" w:rsidRDefault="008626A2" w:rsidP="005E53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067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5AF2129" w14:textId="4B0E88E8" w:rsidR="005F6FC9" w:rsidRPr="006C67C3" w:rsidRDefault="005F6FC9" w:rsidP="005E53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A2 – Modificaciones excepcionales al programa</w:t>
            </w:r>
            <w:r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 xml:space="preserve"> de prácticas en la organización/empresa de acogida</w:t>
            </w:r>
          </w:p>
          <w:p w14:paraId="2C9028AD" w14:textId="55185937" w:rsidR="005F6FC9" w:rsidRPr="006C67C3" w:rsidRDefault="00F82E3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 w:rsidDel="00F82E3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s-ES" w:eastAsia="en-GB"/>
              </w:rPr>
              <w:t xml:space="preserve"> </w:t>
            </w:r>
            <w:r w:rsidR="00EB1444" w:rsidRPr="006C67C3">
              <w:rPr>
                <w:rFonts w:ascii="Calibri" w:eastAsia="Times New Roman" w:hAnsi="Calibri" w:cs="Times New Roman"/>
                <w:bCs/>
                <w:iCs/>
                <w:color w:val="000000"/>
                <w:sz w:val="16"/>
                <w:szCs w:val="16"/>
                <w:lang w:val="es-ES" w:eastAsia="en-GB"/>
              </w:rPr>
              <w:t>(aprobación del estudiante y de los responsable en las instituciones de envío y de acogida realizada por correo electrónico o mediante firma)</w:t>
            </w:r>
          </w:p>
        </w:tc>
      </w:tr>
      <w:tr w:rsidR="008626A2" w:rsidRPr="008921A7" w14:paraId="2C9028B0" w14:textId="77777777" w:rsidTr="005E53E1">
        <w:trPr>
          <w:trHeight w:val="190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55984A03" w14:textId="54E74027" w:rsidR="008626A2" w:rsidRPr="006C67C3" w:rsidRDefault="00120081" w:rsidP="00120081">
            <w:pPr>
              <w:pStyle w:val="Textocomentario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br/>
            </w:r>
          </w:p>
          <w:p w14:paraId="2C9028AF" w14:textId="533097DF" w:rsidR="00EB1444" w:rsidRPr="006C67C3" w:rsidRDefault="00EB1444" w:rsidP="00120081">
            <w:pPr>
              <w:pStyle w:val="Textocomentario"/>
              <w:spacing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Fechas previstas del period</w:t>
            </w:r>
            <w:r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o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 xml:space="preserve"> de movilidad: de 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a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[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mes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ño</w:t>
            </w:r>
            <w:r w:rsidRPr="005B4197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] </w:t>
            </w:r>
            <w:r w:rsidRPr="005B4197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…………….</w:t>
            </w:r>
          </w:p>
        </w:tc>
      </w:tr>
      <w:tr w:rsidR="00120081" w:rsidRPr="008921A7" w14:paraId="2C9028B3" w14:textId="77777777" w:rsidTr="004A3F18">
        <w:trPr>
          <w:trHeight w:val="170"/>
        </w:trPr>
        <w:tc>
          <w:tcPr>
            <w:tcW w:w="5528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40FEBA" w14:textId="6A8F2B48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  <w:p w14:paraId="2C9028B1" w14:textId="77777777" w:rsidR="008921A7" w:rsidRPr="006C67C3" w:rsidRDefault="008921A7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  <w:tc>
          <w:tcPr>
            <w:tcW w:w="552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2C9028B2" w14:textId="117C54AE" w:rsidR="00EB1444" w:rsidRPr="006C67C3" w:rsidRDefault="00EB1444" w:rsidP="005E53E1">
            <w:pPr>
              <w:pStyle w:val="Textocomentario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Número de horas laborables por semana</w:t>
            </w:r>
            <w:r w:rsidR="00F82E3E">
              <w:rPr>
                <w:rFonts w:asciiTheme="minorHAnsi" w:eastAsia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8626A2" w:rsidRPr="008921A7" w14:paraId="2C9028B8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891A81" w14:textId="69C963C9" w:rsidR="00EB1444" w:rsidRPr="006C67C3" w:rsidRDefault="00EB1444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</w:t>
            </w:r>
            <w:r w:rsidR="00F82E3E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B7" w14:textId="77777777" w:rsidR="008626A2" w:rsidRPr="006C67C3" w:rsidRDefault="008626A2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8626A2" w:rsidRPr="008921A7" w14:paraId="2C9028BD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66033134" w14:textId="7AA6F1E2" w:rsidR="0080310D" w:rsidRPr="006C67C3" w:rsidRDefault="0080310D" w:rsidP="00DB014C">
            <w:pPr>
              <w:spacing w:before="80" w:after="80"/>
              <w:ind w:right="-992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y competencias a adquirir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al finalizar las prácticas</w:t>
            </w:r>
            <w:r w:rsidRPr="000C20DB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(resultados de aprendizaje previstos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)</w:t>
            </w:r>
            <w:r w:rsidR="006C67C3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BC" w14:textId="77777777" w:rsidR="001F0765" w:rsidRPr="006C67C3" w:rsidRDefault="001F0765" w:rsidP="005E53E1">
            <w:pPr>
              <w:spacing w:after="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8626A2" w:rsidRPr="00226134" w14:paraId="2C9028C2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1B141132" w14:textId="257F996C" w:rsidR="0080310D" w:rsidRPr="00226134" w:rsidRDefault="0080310D" w:rsidP="005E53E1">
            <w:pPr>
              <w:spacing w:after="0"/>
              <w:ind w:left="-6" w:firstLine="6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Plan de seguimiento</w:t>
            </w:r>
            <w:r w:rsidR="001F4B7E">
              <w:rPr>
                <w:rFonts w:cs="Calibri"/>
                <w:b/>
                <w:sz w:val="16"/>
                <w:szCs w:val="16"/>
                <w:lang w:val="en-GB"/>
              </w:rPr>
              <w:t>:</w:t>
            </w:r>
          </w:p>
          <w:p w14:paraId="2C9028BF" w14:textId="77777777" w:rsidR="008626A2" w:rsidRDefault="008626A2" w:rsidP="005E53E1">
            <w:pPr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en-GB"/>
              </w:rPr>
            </w:pPr>
          </w:p>
          <w:p w14:paraId="2C9028C1" w14:textId="77777777" w:rsidR="008921A7" w:rsidRPr="00226134" w:rsidRDefault="008921A7" w:rsidP="006F4618">
            <w:pPr>
              <w:spacing w:after="0"/>
              <w:rPr>
                <w:rFonts w:cs="Calibri"/>
                <w:b/>
                <w:sz w:val="16"/>
                <w:szCs w:val="16"/>
                <w:lang w:val="en-GB"/>
              </w:rPr>
            </w:pPr>
          </w:p>
        </w:tc>
      </w:tr>
      <w:tr w:rsidR="008626A2" w:rsidRPr="00226134" w14:paraId="2C9028C7" w14:textId="77777777" w:rsidTr="005E53E1">
        <w:trPr>
          <w:trHeight w:val="125"/>
        </w:trPr>
        <w:tc>
          <w:tcPr>
            <w:tcW w:w="11056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7C6F51" w14:textId="360F464B" w:rsidR="0080310D" w:rsidRPr="006C67C3" w:rsidRDefault="0080310D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Plan de evaluación:</w:t>
            </w:r>
          </w:p>
          <w:p w14:paraId="29693C1F" w14:textId="77777777" w:rsidR="008921A7" w:rsidRPr="006C67C3" w:rsidRDefault="008921A7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  <w:p w14:paraId="2C9028C6" w14:textId="77777777" w:rsidR="001F0765" w:rsidRPr="006C67C3" w:rsidRDefault="001F0765" w:rsidP="005E53E1">
            <w:pPr>
              <w:spacing w:after="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</w:tbl>
    <w:p w14:paraId="38A4397D" w14:textId="77777777" w:rsidR="008921A7" w:rsidRPr="006C67C3" w:rsidRDefault="008921A7" w:rsidP="003316CA">
      <w:pPr>
        <w:spacing w:after="0"/>
        <w:jc w:val="center"/>
        <w:rPr>
          <w:b/>
          <w:lang w:val="es-ES"/>
        </w:rPr>
      </w:pPr>
    </w:p>
    <w:p w14:paraId="7CDEA1CB" w14:textId="77777777" w:rsidR="006F4618" w:rsidRPr="006C67C3" w:rsidRDefault="006F4618" w:rsidP="006F4618">
      <w:pPr>
        <w:spacing w:after="0"/>
        <w:rPr>
          <w:b/>
          <w:lang w:val="es-ES"/>
        </w:rPr>
      </w:pPr>
    </w:p>
    <w:p w14:paraId="03FD2CB9" w14:textId="77777777" w:rsidR="00A939CD" w:rsidRPr="006C67C3" w:rsidRDefault="00A939CD" w:rsidP="006F4618">
      <w:pPr>
        <w:spacing w:after="0"/>
        <w:rPr>
          <w:b/>
          <w:lang w:val="es-ES"/>
        </w:rPr>
      </w:pPr>
    </w:p>
    <w:p w14:paraId="03088DA2" w14:textId="568B70AF" w:rsidR="0080310D" w:rsidRPr="006C67C3" w:rsidRDefault="0080310D" w:rsidP="003316CA">
      <w:pPr>
        <w:spacing w:after="0"/>
        <w:jc w:val="center"/>
        <w:rPr>
          <w:b/>
          <w:lang w:val="es-ES"/>
        </w:rPr>
      </w:pPr>
      <w:r w:rsidRPr="006C67C3">
        <w:rPr>
          <w:b/>
          <w:lang w:val="es-ES"/>
        </w:rPr>
        <w:t>Después de la movilidad</w:t>
      </w:r>
    </w:p>
    <w:p w14:paraId="2C9028C9" w14:textId="71A52DE8" w:rsidR="002017FF" w:rsidRPr="006C67C3" w:rsidRDefault="00113E37" w:rsidP="003316CA">
      <w:pPr>
        <w:spacing w:after="0"/>
        <w:jc w:val="center"/>
        <w:rPr>
          <w:b/>
          <w:sz w:val="16"/>
          <w:szCs w:val="16"/>
          <w:lang w:val="es-ES"/>
        </w:rPr>
      </w:pPr>
      <w:r w:rsidRPr="006C67C3">
        <w:rPr>
          <w:b/>
          <w:lang w:val="es-ES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8921A7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692FC4F3" w:rsidR="0080310D" w:rsidRPr="006C67C3" w:rsidRDefault="0080310D" w:rsidP="00123006">
            <w:pPr>
              <w:pStyle w:val="Textocomentario"/>
              <w:spacing w:before="80"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Tabla D – Certificado de p</w:t>
            </w:r>
            <w:r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es-ES" w:eastAsia="en-GB"/>
              </w:rPr>
              <w:t>rácticas emitido por la organización/empresa de acogida</w:t>
            </w:r>
          </w:p>
        </w:tc>
      </w:tr>
      <w:tr w:rsidR="00CB4A62" w:rsidRPr="00226134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109E129B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del estudiante en pr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ácticas:</w:t>
            </w:r>
          </w:p>
        </w:tc>
      </w:tr>
      <w:tr w:rsidR="00CB4A62" w:rsidRPr="008921A7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2928D764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Nombre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1EDBD81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Sector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:</w:t>
            </w:r>
          </w:p>
        </w:tc>
      </w:tr>
      <w:tr w:rsidR="00CB4A62" w:rsidRPr="008921A7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80464AC" w14:textId="5997BD52" w:rsidR="0080310D" w:rsidRPr="006C67C3" w:rsidRDefault="0080310D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Dirección de la organización/empresa de acogida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[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calle, localidad, país, teléfono, correo electrónico</w:t>
            </w:r>
            <w:r w:rsidRPr="006C67C3">
              <w:rPr>
                <w:rFonts w:asciiTheme="minorHAnsi" w:hAnsiTheme="minorHAnsi" w:cs="Calibri"/>
                <w:sz w:val="16"/>
                <w:szCs w:val="16"/>
                <w:lang w:val="es-ES"/>
              </w:rPr>
              <w:t>]</w:t>
            </w:r>
            <w:r w:rsidRPr="0080310D">
              <w:rPr>
                <w:rFonts w:asciiTheme="minorHAnsi" w:hAnsiTheme="minorHAnsi" w:cs="Calibri"/>
                <w:sz w:val="16"/>
                <w:szCs w:val="16"/>
                <w:lang w:val="es-ES"/>
              </w:rPr>
              <w:t xml:space="preserve">, 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>página web</w:t>
            </w:r>
            <w:r>
              <w:rPr>
                <w:rFonts w:asciiTheme="minorHAnsi" w:hAnsiTheme="minorHAnsi" w:cs="Calibri"/>
                <w:sz w:val="16"/>
                <w:szCs w:val="16"/>
                <w:lang w:val="es-ES"/>
              </w:rPr>
              <w:t>:</w:t>
            </w:r>
            <w:r w:rsidRPr="006C67C3"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  <w:t xml:space="preserve">  </w:t>
            </w:r>
          </w:p>
          <w:p w14:paraId="2C9028D3" w14:textId="77777777" w:rsidR="00113E37" w:rsidRPr="006C67C3" w:rsidRDefault="00113E37" w:rsidP="00113E37">
            <w:pPr>
              <w:pStyle w:val="Textocomentario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5" w14:textId="567E37B8" w:rsidR="0080310D" w:rsidRPr="006C67C3" w:rsidRDefault="0080310D">
            <w:pPr>
              <w:spacing w:before="80" w:after="80"/>
              <w:ind w:right="-993"/>
              <w:rPr>
                <w:rFonts w:cs="Calibri"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Fechas de inicio y finalización de las prácticas:    de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………………….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 [d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ía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/m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es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/a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ño</w:t>
            </w: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 xml:space="preserve">] </w:t>
            </w:r>
            <w:r w:rsidRPr="006C67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s-ES" w:eastAsia="en-GB"/>
              </w:rPr>
              <w:t>………………..</w:t>
            </w:r>
          </w:p>
        </w:tc>
      </w:tr>
      <w:tr w:rsidR="00E74486" w:rsidRPr="005B1FE8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416D286" w14:textId="51AC8863" w:rsidR="00200A0B" w:rsidRPr="006C67C3" w:rsidRDefault="00200A0B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Denominación de las prácticas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4E46DEC" w14:textId="5F711122" w:rsidR="006F4618" w:rsidRPr="006C67C3" w:rsidRDefault="006F4618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8921A7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47CB5F6" w14:textId="70CF123D" w:rsidR="00200A0B" w:rsidRPr="006C67C3" w:rsidRDefault="00200A0B" w:rsidP="00113E37">
            <w:pPr>
              <w:spacing w:before="80" w:after="80"/>
              <w:ind w:right="-993"/>
              <w:rPr>
                <w:rFonts w:cs="Arial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Programa detallado del period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 de pr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ácticas, incluyendo las tareas desempeñadas por el estudiante:</w:t>
            </w:r>
          </w:p>
          <w:p w14:paraId="2C9028DA" w14:textId="77777777" w:rsidR="006F4618" w:rsidRPr="006C67C3" w:rsidRDefault="006F4618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s-ES"/>
              </w:rPr>
            </w:pPr>
          </w:p>
        </w:tc>
      </w:tr>
      <w:tr w:rsidR="00F449D0" w:rsidRPr="008921A7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2E7814F3" w:rsidR="00F449D0" w:rsidRPr="006C67C3" w:rsidRDefault="00200A0B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Conocimientos, capacidades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(intelectuales y prácticas)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>y competencias adquiri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 xml:space="preserve">das </w:t>
            </w:r>
            <w:r w:rsidRPr="005B4197">
              <w:rPr>
                <w:rFonts w:cs="Calibri"/>
                <w:b/>
                <w:sz w:val="16"/>
                <w:szCs w:val="16"/>
                <w:lang w:val="es-ES"/>
              </w:rPr>
              <w:t xml:space="preserve">(resultados de aprendizaje 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obtenidos)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  <w:p w14:paraId="2C9028DF" w14:textId="77777777" w:rsidR="006F4618" w:rsidRPr="006C67C3" w:rsidRDefault="006F4618" w:rsidP="00113E37">
            <w:pPr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es-ES"/>
              </w:rPr>
            </w:pPr>
          </w:p>
        </w:tc>
      </w:tr>
      <w:tr w:rsidR="00F449D0" w:rsidRPr="00226134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47B80C7C" w14:textId="0976D0A1" w:rsidR="005C7317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Evaluación del estudiante:</w:t>
            </w:r>
          </w:p>
          <w:p w14:paraId="2C9028E4" w14:textId="3810326A" w:rsidR="006F4618" w:rsidRPr="00226134" w:rsidRDefault="00113E37" w:rsidP="00113E37">
            <w:pPr>
              <w:spacing w:before="80" w:after="80"/>
              <w:ind w:right="-993"/>
              <w:rPr>
                <w:rFonts w:cs="Arial"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5012F0" w:rsidRPr="00226134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3B460D3E" w:rsidR="005C7317" w:rsidRPr="00226134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n-GB"/>
              </w:rPr>
            </w:pPr>
            <w:r>
              <w:rPr>
                <w:rFonts w:cs="Calibri"/>
                <w:b/>
                <w:sz w:val="16"/>
                <w:szCs w:val="16"/>
                <w:lang w:val="en-GB"/>
              </w:rPr>
              <w:t>Fecha:</w:t>
            </w:r>
          </w:p>
        </w:tc>
      </w:tr>
      <w:tr w:rsidR="005012F0" w:rsidRPr="008921A7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9" w14:textId="7F44BF50" w:rsidR="006F4618" w:rsidRPr="006C67C3" w:rsidRDefault="005C7317" w:rsidP="00113E37">
            <w:pPr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es-ES"/>
              </w:rPr>
            </w:pPr>
            <w:r w:rsidRPr="006C67C3">
              <w:rPr>
                <w:rFonts w:cs="Calibri"/>
                <w:b/>
                <w:sz w:val="16"/>
                <w:szCs w:val="16"/>
                <w:lang w:val="es-ES"/>
              </w:rPr>
              <w:t>Nombre y firma del supervisor en la organizaci</w:t>
            </w:r>
            <w:r>
              <w:rPr>
                <w:rFonts w:cs="Calibri"/>
                <w:b/>
                <w:sz w:val="16"/>
                <w:szCs w:val="16"/>
                <w:lang w:val="es-ES"/>
              </w:rPr>
              <w:t>ón/empresa de acogida</w:t>
            </w:r>
            <w:r w:rsidR="00B64197">
              <w:rPr>
                <w:rFonts w:cs="Calibri"/>
                <w:b/>
                <w:sz w:val="16"/>
                <w:szCs w:val="16"/>
                <w:lang w:val="es-ES"/>
              </w:rPr>
              <w:t>:</w:t>
            </w:r>
          </w:p>
        </w:tc>
      </w:tr>
    </w:tbl>
    <w:p w14:paraId="2C902931" w14:textId="561DB4D0" w:rsidR="00F47590" w:rsidRPr="006C67C3" w:rsidRDefault="00324D7B" w:rsidP="00CF656A">
      <w:pPr>
        <w:spacing w:after="0"/>
        <w:rPr>
          <w:lang w:val="es-ES"/>
        </w:rPr>
      </w:pPr>
      <w:r w:rsidRPr="006C67C3">
        <w:rPr>
          <w:rFonts w:ascii="Verdana" w:hAnsi="Verdana"/>
          <w:b/>
          <w:color w:val="002060"/>
          <w:lang w:val="es-ES"/>
        </w:rPr>
        <w:br w:type="page"/>
      </w:r>
    </w:p>
    <w:sectPr w:rsidR="00F47590" w:rsidRPr="006C67C3" w:rsidSect="00A939CD">
      <w:headerReference w:type="default" r:id="rId12"/>
      <w:footerReference w:type="default" r:id="rId13"/>
      <w:headerReference w:type="first" r:id="rId14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A4C21" w14:textId="77777777" w:rsidR="00C1079F" w:rsidRDefault="00C1079F" w:rsidP="00261299">
      <w:pPr>
        <w:spacing w:after="0" w:line="240" w:lineRule="auto"/>
      </w:pPr>
      <w:r>
        <w:separator/>
      </w:r>
    </w:p>
  </w:endnote>
  <w:endnote w:type="continuationSeparator" w:id="0">
    <w:p w14:paraId="6516FB89" w14:textId="77777777" w:rsidR="00C1079F" w:rsidRDefault="00C1079F" w:rsidP="00261299">
      <w:pPr>
        <w:spacing w:after="0" w:line="240" w:lineRule="auto"/>
      </w:pPr>
      <w:r>
        <w:continuationSeparator/>
      </w:r>
    </w:p>
  </w:endnote>
  <w:endnote w:id="1">
    <w:p w14:paraId="0BCF0053" w14:textId="3288412A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Nacionalidad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: País al que la persona pertenece desde un punto de vista </w:t>
      </w:r>
      <w:r>
        <w:rPr>
          <w:rFonts w:asciiTheme="minorHAnsi" w:hAnsiTheme="minorHAnsi"/>
          <w:sz w:val="22"/>
          <w:szCs w:val="22"/>
          <w:lang w:val="es-ES"/>
        </w:rPr>
        <w:t>administrativo</w:t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y que emite su tarjeta identificativa y/o su pasaporte.</w:t>
      </w:r>
    </w:p>
  </w:endnote>
  <w:endnote w:id="2">
    <w:p w14:paraId="110AEA27" w14:textId="65718370" w:rsidR="00F82E3E" w:rsidRPr="006C67C3" w:rsidRDefault="00F82E3E" w:rsidP="001F4B7E">
      <w:pPr>
        <w:pStyle w:val="Textonotapie"/>
        <w:spacing w:before="120" w:after="120"/>
        <w:ind w:left="284" w:firstLine="0"/>
        <w:rPr>
          <w:rFonts w:asciiTheme="minorHAnsi" w:hAnsiTheme="minorHAnsi"/>
          <w:sz w:val="22"/>
          <w:szCs w:val="22"/>
          <w:lang w:val="es-ES"/>
        </w:rPr>
      </w:pPr>
      <w:r w:rsidRPr="00D625C8">
        <w:rPr>
          <w:rStyle w:val="Refdenotaalfinal"/>
          <w:rFonts w:asciiTheme="minorHAnsi" w:hAnsiTheme="minorHAnsi"/>
          <w:sz w:val="22"/>
          <w:szCs w:val="22"/>
          <w:lang w:val="en-GB"/>
        </w:rPr>
        <w:endnoteRef/>
      </w:r>
      <w:r w:rsidRPr="006C67C3">
        <w:rPr>
          <w:rFonts w:asciiTheme="minorHAnsi" w:hAnsiTheme="minorHAnsi"/>
          <w:sz w:val="22"/>
          <w:szCs w:val="22"/>
          <w:lang w:val="es-ES"/>
        </w:rPr>
        <w:t xml:space="preserve"> </w:t>
      </w:r>
      <w:r w:rsidRPr="006C67C3">
        <w:rPr>
          <w:rFonts w:asciiTheme="minorHAnsi" w:hAnsiTheme="minorHAnsi"/>
          <w:b/>
          <w:sz w:val="22"/>
          <w:szCs w:val="22"/>
          <w:lang w:val="es-ES"/>
        </w:rPr>
        <w:t>Ciclo de estudios</w:t>
      </w:r>
      <w:r w:rsidRPr="006C67C3">
        <w:rPr>
          <w:rFonts w:asciiTheme="minorHAnsi" w:hAnsiTheme="minorHAnsi"/>
          <w:sz w:val="22"/>
          <w:szCs w:val="22"/>
          <w:lang w:val="es-ES"/>
        </w:rPr>
        <w:t>: Ciclo corto (Ciclos formativos de grado superior, nivel 5 del MEC) / grado o titulaci</w:t>
      </w:r>
      <w:r>
        <w:rPr>
          <w:rFonts w:asciiTheme="minorHAnsi" w:hAnsiTheme="minorHAnsi"/>
          <w:sz w:val="22"/>
          <w:szCs w:val="22"/>
          <w:lang w:val="es-ES"/>
        </w:rPr>
        <w:t>ón equivalente de primer ciclo (nivel 6 del MEC) / máster o titulación equivalente de segundo ciclo (nivel 7 del MEC) / doctorado o titulación equivalente de tercer ciclo (nivel 8 del MEC).</w:t>
      </w:r>
    </w:p>
  </w:endnote>
  <w:endnote w:id="3">
    <w:p w14:paraId="09F637D7" w14:textId="3145B253" w:rsidR="00F82E3E" w:rsidRPr="006C67C3" w:rsidRDefault="00F82E3E" w:rsidP="001F4B7E">
      <w:pPr>
        <w:spacing w:before="120" w:after="120"/>
        <w:ind w:left="284"/>
        <w:jc w:val="both"/>
        <w:rPr>
          <w:lang w:val="es-ES"/>
        </w:rPr>
      </w:pPr>
      <w:r w:rsidRPr="00D625C8">
        <w:rPr>
          <w:rStyle w:val="Refdenotaalfinal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b/>
          <w:lang w:val="es-ES"/>
        </w:rPr>
        <w:t>Sector educativo</w:t>
      </w:r>
      <w:r>
        <w:rPr>
          <w:lang w:val="es-ES"/>
        </w:rPr>
        <w:t xml:space="preserve">: </w:t>
      </w:r>
      <w:r w:rsidRPr="006C67C3">
        <w:rPr>
          <w:lang w:val="es-ES"/>
        </w:rPr>
        <w:t xml:space="preserve">La herramienta de búsqueda ISCED-F 2013, disponible en </w:t>
      </w:r>
      <w:hyperlink r:id="rId1" w:history="1">
        <w:r w:rsidR="00D36454" w:rsidRPr="00885F84">
          <w:rPr>
            <w:rStyle w:val="Hipervnculo"/>
          </w:rPr>
          <w:t>http://ec.europa.eu/education/tools/isced-f_en.htm</w:t>
        </w:r>
      </w:hyperlink>
      <w:r w:rsidR="00D36454">
        <w:rPr>
          <w:rStyle w:val="Hipervnculo"/>
          <w:color w:val="auto"/>
          <w:u w:val="none"/>
          <w:lang w:val="es-ES"/>
        </w:rPr>
        <w:t>, permite</w:t>
      </w:r>
      <w:r>
        <w:rPr>
          <w:lang w:val="es-ES"/>
        </w:rPr>
        <w:t xml:space="preserve"> localizar el código CINE 2013 en el campo de la educación y la formación que sea más próximo a la titulación que la institución de envío otorgará al estudiante. </w:t>
      </w:r>
      <w:r w:rsidRPr="006C67C3">
        <w:rPr>
          <w:lang w:val="es-ES"/>
        </w:rPr>
        <w:t xml:space="preserve">  </w:t>
      </w:r>
    </w:p>
  </w:endnote>
  <w:endnote w:id="4">
    <w:p w14:paraId="215689C1" w14:textId="098E8FF7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rFonts w:cs="Arial"/>
          <w:b/>
          <w:sz w:val="22"/>
          <w:szCs w:val="22"/>
          <w:lang w:val="es-ES"/>
        </w:rPr>
        <w:t>Código Erasmus</w:t>
      </w:r>
      <w:r w:rsidRPr="006C67C3">
        <w:rPr>
          <w:rFonts w:cs="Arial"/>
          <w:sz w:val="22"/>
          <w:szCs w:val="22"/>
          <w:lang w:val="es-ES"/>
        </w:rPr>
        <w:t xml:space="preserve">: Identificador único que </w:t>
      </w:r>
      <w:r>
        <w:rPr>
          <w:rFonts w:cs="Arial"/>
          <w:sz w:val="22"/>
          <w:szCs w:val="22"/>
          <w:lang w:val="es-ES"/>
        </w:rPr>
        <w:t xml:space="preserve">recibe </w:t>
      </w:r>
      <w:r w:rsidRPr="006C67C3">
        <w:rPr>
          <w:rFonts w:cs="Arial"/>
          <w:sz w:val="22"/>
          <w:szCs w:val="22"/>
          <w:lang w:val="es-ES"/>
        </w:rPr>
        <w:t>cada instituci</w:t>
      </w:r>
      <w:r>
        <w:rPr>
          <w:rFonts w:cs="Arial"/>
          <w:sz w:val="22"/>
          <w:szCs w:val="22"/>
          <w:lang w:val="es-ES"/>
        </w:rPr>
        <w:t xml:space="preserve">ón de educación superior ubicada en uno de los Países del Programa que ha obtenido la Carta Erasmus de Educación Superior (ECHE). </w:t>
      </w:r>
    </w:p>
  </w:endnote>
  <w:endnote w:id="5">
    <w:p w14:paraId="07D3D19A" w14:textId="7EBBB978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institución de envío</w:t>
      </w:r>
      <w:r>
        <w:rPr>
          <w:sz w:val="22"/>
          <w:szCs w:val="22"/>
          <w:lang w:val="es-ES"/>
        </w:rPr>
        <w:t>: persona que facilita el enlace para la información administrativa. Dependiendo de la estructura de la institución, podría ser un coordinador dentro de un departamento o personal de la oficina de relaciones internacionales o equivalente.</w:t>
      </w:r>
    </w:p>
  </w:endnote>
  <w:endnote w:id="6">
    <w:p w14:paraId="674553FE" w14:textId="57BB4D89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Persona de contacto en la organización de acogida</w:t>
      </w:r>
      <w:r>
        <w:rPr>
          <w:sz w:val="22"/>
          <w:szCs w:val="22"/>
          <w:lang w:val="es-ES"/>
        </w:rPr>
        <w:t>: persona que puede facilitar información administrativa en el marco de las prácticas Erasmus+.</w:t>
      </w:r>
    </w:p>
  </w:endnote>
  <w:endnote w:id="7">
    <w:p w14:paraId="1896346C" w14:textId="13060154" w:rsidR="00F82E3E" w:rsidRPr="006C67C3" w:rsidRDefault="00F82E3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CF656A">
        <w:rPr>
          <w:rStyle w:val="Refdenotaalfinal"/>
          <w:sz w:val="22"/>
          <w:szCs w:val="22"/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Mentor</w:t>
      </w:r>
      <w:r w:rsidRPr="006C67C3">
        <w:rPr>
          <w:rFonts w:cstheme="minorHAnsi"/>
          <w:sz w:val="22"/>
          <w:szCs w:val="22"/>
          <w:lang w:val="es-ES"/>
        </w:rPr>
        <w:t>: la persona que apoya e informa al estudiante en prácticas de aspectos relacionados con la actividad y la experiencia de la empresa (su cultura, sus c</w:t>
      </w:r>
      <w:r>
        <w:rPr>
          <w:rFonts w:cstheme="minorHAnsi"/>
          <w:sz w:val="22"/>
          <w:szCs w:val="22"/>
          <w:lang w:val="es-ES"/>
        </w:rPr>
        <w:t>ódigos de conducta, etc.). Normalmente, el mentor debería ser una persona diferente al supervisor.</w:t>
      </w:r>
    </w:p>
  </w:endnote>
  <w:endnote w:id="8">
    <w:p w14:paraId="1B0C4819" w14:textId="0C79FDA2" w:rsidR="005F6734" w:rsidRDefault="00016B8C" w:rsidP="00016B8C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016B8C">
        <w:rPr>
          <w:sz w:val="22"/>
          <w:szCs w:val="22"/>
          <w:vertAlign w:val="superscript"/>
        </w:rPr>
        <w:t>8</w:t>
      </w:r>
      <w:r w:rsidRPr="00016B8C">
        <w:rPr>
          <w:sz w:val="22"/>
          <w:szCs w:val="22"/>
        </w:rPr>
        <w:t xml:space="preserve"> </w:t>
      </w:r>
      <w:r w:rsidR="00304AA0" w:rsidRPr="00016B8C">
        <w:rPr>
          <w:b/>
          <w:sz w:val="22"/>
          <w:szCs w:val="22"/>
        </w:rPr>
        <w:t xml:space="preserve">Prácticas </w:t>
      </w:r>
      <w:r w:rsidR="005F6734">
        <w:rPr>
          <w:b/>
          <w:sz w:val="22"/>
          <w:szCs w:val="22"/>
        </w:rPr>
        <w:t>en</w:t>
      </w:r>
      <w:r w:rsidR="00304AA0" w:rsidRPr="00016B8C">
        <w:rPr>
          <w:b/>
          <w:sz w:val="22"/>
          <w:szCs w:val="22"/>
        </w:rPr>
        <w:t xml:space="preserve"> h</w:t>
      </w:r>
      <w:r w:rsidR="0072259C" w:rsidRPr="00016B8C">
        <w:rPr>
          <w:b/>
          <w:sz w:val="22"/>
          <w:szCs w:val="22"/>
          <w:lang w:val="es-ES"/>
        </w:rPr>
        <w:t>abilidades y competencias digitales</w:t>
      </w:r>
      <w:r w:rsidR="00304AA0" w:rsidRPr="00016B8C">
        <w:rPr>
          <w:sz w:val="22"/>
          <w:szCs w:val="22"/>
          <w:lang w:val="es-ES"/>
        </w:rPr>
        <w:t>: cualquier práctica</w:t>
      </w:r>
      <w:r w:rsidR="00304AA0">
        <w:rPr>
          <w:sz w:val="22"/>
          <w:szCs w:val="22"/>
          <w:lang w:val="es-ES"/>
        </w:rPr>
        <w:t xml:space="preserve"> en la que los estudiantes reciben formación teórica y práctica en al menos una de las siguientes actividades: marketing digital (por ejemplo gestión de redes sociales, análisis web</w:t>
      </w:r>
      <w:r w:rsidR="005B5B2C">
        <w:rPr>
          <w:sz w:val="22"/>
          <w:szCs w:val="22"/>
          <w:lang w:val="es-ES"/>
        </w:rPr>
        <w:t>)</w:t>
      </w:r>
      <w:r w:rsidR="00304AA0">
        <w:rPr>
          <w:sz w:val="22"/>
          <w:szCs w:val="22"/>
          <w:lang w:val="es-ES"/>
        </w:rPr>
        <w:t>,</w:t>
      </w:r>
      <w:r w:rsidR="005B5B2C">
        <w:rPr>
          <w:sz w:val="22"/>
          <w:szCs w:val="22"/>
          <w:lang w:val="es-ES"/>
        </w:rPr>
        <w:t xml:space="preserve"> diseño digital gráfico, mecánico o arquitectónico; desarrollo de aplicaciones, </w:t>
      </w:r>
      <w:r w:rsidR="005F6734">
        <w:rPr>
          <w:sz w:val="22"/>
          <w:szCs w:val="22"/>
          <w:lang w:val="es-ES"/>
        </w:rPr>
        <w:t>software</w:t>
      </w:r>
      <w:r w:rsidR="005B5B2C">
        <w:rPr>
          <w:sz w:val="22"/>
          <w:szCs w:val="22"/>
          <w:lang w:val="es-ES"/>
        </w:rPr>
        <w:t xml:space="preserve">, scripts o páginas web; instalación, mantenimiento y gestión de sistemas y redes </w:t>
      </w:r>
      <w:r w:rsidR="005F6734">
        <w:rPr>
          <w:sz w:val="22"/>
          <w:szCs w:val="22"/>
          <w:lang w:val="es-ES"/>
        </w:rPr>
        <w:t>TIC</w:t>
      </w:r>
      <w:r w:rsidR="005B5B2C">
        <w:rPr>
          <w:sz w:val="22"/>
          <w:szCs w:val="22"/>
          <w:lang w:val="es-ES"/>
        </w:rPr>
        <w:t xml:space="preserve">; ciberseguridad; análisis, extracción y visualización de datos; </w:t>
      </w:r>
      <w:r w:rsidR="005F6734">
        <w:rPr>
          <w:sz w:val="22"/>
          <w:szCs w:val="22"/>
          <w:lang w:val="es-ES"/>
        </w:rPr>
        <w:t>robótica</w:t>
      </w:r>
      <w:r w:rsidR="00215838">
        <w:rPr>
          <w:sz w:val="22"/>
          <w:szCs w:val="22"/>
          <w:lang w:val="es-ES"/>
        </w:rPr>
        <w:t xml:space="preserve"> y aplicaciones de inteligencia artificial. No se considerarán dentro de esta categoría </w:t>
      </w:r>
      <w:r w:rsidR="005F6734">
        <w:rPr>
          <w:sz w:val="22"/>
          <w:szCs w:val="22"/>
          <w:lang w:val="es-ES"/>
        </w:rPr>
        <w:t>la atención</w:t>
      </w:r>
      <w:r w:rsidR="00215838">
        <w:rPr>
          <w:sz w:val="22"/>
          <w:szCs w:val="22"/>
          <w:lang w:val="es-ES"/>
        </w:rPr>
        <w:t xml:space="preserve"> genéric</w:t>
      </w:r>
      <w:r w:rsidR="005F6734">
        <w:rPr>
          <w:sz w:val="22"/>
          <w:szCs w:val="22"/>
          <w:lang w:val="es-ES"/>
        </w:rPr>
        <w:t>a</w:t>
      </w:r>
      <w:r w:rsidR="00215838">
        <w:rPr>
          <w:sz w:val="22"/>
          <w:szCs w:val="22"/>
          <w:lang w:val="es-ES"/>
        </w:rPr>
        <w:t xml:space="preserve"> a</w:t>
      </w:r>
      <w:r w:rsidR="005F6734">
        <w:rPr>
          <w:sz w:val="22"/>
          <w:szCs w:val="22"/>
          <w:lang w:val="es-ES"/>
        </w:rPr>
        <w:t>l</w:t>
      </w:r>
      <w:r w:rsidR="00215838">
        <w:rPr>
          <w:sz w:val="22"/>
          <w:szCs w:val="22"/>
          <w:lang w:val="es-ES"/>
        </w:rPr>
        <w:t xml:space="preserve"> cliente, el procesamiento de pedidos, la entrada de datos o tareas de oficina.</w:t>
      </w:r>
    </w:p>
    <w:p w14:paraId="47EFDEC8" w14:textId="41369876" w:rsidR="0072259C" w:rsidRPr="00016B8C" w:rsidRDefault="00215838" w:rsidP="00016B8C">
      <w:pPr>
        <w:pStyle w:val="Textonotaalfinal"/>
        <w:ind w:left="284" w:firstLine="120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 xml:space="preserve"> </w:t>
      </w:r>
      <w:r w:rsidR="005B5B2C">
        <w:rPr>
          <w:sz w:val="22"/>
          <w:szCs w:val="22"/>
          <w:lang w:val="es-ES"/>
        </w:rPr>
        <w:t xml:space="preserve"> </w:t>
      </w:r>
      <w:r w:rsidR="00304AA0">
        <w:rPr>
          <w:sz w:val="22"/>
          <w:szCs w:val="22"/>
          <w:lang w:val="es-ES"/>
        </w:rPr>
        <w:t xml:space="preserve"> </w:t>
      </w:r>
    </w:p>
  </w:endnote>
  <w:endnote w:id="9">
    <w:p w14:paraId="51BECEDF" w14:textId="68DA2E3E" w:rsidR="000E7A73" w:rsidRDefault="000E7A73" w:rsidP="007922EE">
      <w:pPr>
        <w:pStyle w:val="Textonotaalfinal"/>
        <w:tabs>
          <w:tab w:val="left" w:pos="7655"/>
        </w:tabs>
        <w:ind w:left="284"/>
        <w:rPr>
          <w:rStyle w:val="Hipervnculo"/>
          <w:lang w:val="es-ES"/>
        </w:rPr>
      </w:pPr>
      <w:r w:rsidRPr="00016B8C">
        <w:rPr>
          <w:rStyle w:val="Refdenotaalfinal"/>
          <w:sz w:val="22"/>
          <w:szCs w:val="22"/>
        </w:rPr>
        <w:endnoteRef/>
      </w:r>
      <w:r w:rsidRPr="00016B8C">
        <w:rPr>
          <w:sz w:val="22"/>
          <w:szCs w:val="22"/>
        </w:rPr>
        <w:t xml:space="preserve"> </w:t>
      </w:r>
      <w:r w:rsidRPr="00016B8C">
        <w:rPr>
          <w:b/>
          <w:sz w:val="22"/>
          <w:szCs w:val="22"/>
        </w:rPr>
        <w:t>N</w:t>
      </w:r>
      <w:r w:rsidRPr="00016B8C">
        <w:rPr>
          <w:rFonts w:eastAsia="Times New Roman" w:cs="Times New Roman"/>
          <w:b/>
          <w:color w:val="000000"/>
          <w:sz w:val="22"/>
          <w:szCs w:val="22"/>
          <w:lang w:val="es-ES" w:eastAsia="en-GB"/>
        </w:rPr>
        <w:t>ivel de competencia lingüística</w:t>
      </w:r>
      <w:r w:rsidRPr="00016B8C">
        <w:rPr>
          <w:rFonts w:eastAsia="Times New Roman" w:cs="Times New Roman"/>
          <w:color w:val="000000"/>
          <w:sz w:val="22"/>
          <w:szCs w:val="22"/>
          <w:lang w:val="es-ES" w:eastAsia="en-GB"/>
        </w:rPr>
        <w:t>:</w:t>
      </w:r>
      <w:r w:rsidRPr="00016B8C">
        <w:rPr>
          <w:sz w:val="22"/>
          <w:szCs w:val="22"/>
          <w:lang w:val="es-ES"/>
        </w:rPr>
        <w:t xml:space="preserve"> La información sobre el Marco Común Europeo de Referencia para las Lenguas (MCER) está disponible en: </w:t>
      </w:r>
      <w:hyperlink r:id="rId2" w:history="1">
        <w:r w:rsidRPr="00016B8C">
          <w:rPr>
            <w:rStyle w:val="Hipervnculo"/>
            <w:sz w:val="22"/>
            <w:szCs w:val="22"/>
            <w:lang w:val="es-ES"/>
          </w:rPr>
          <w:t>http://europass.cedefop.europa.eu/en/resources/european-language-levels-cefr</w:t>
        </w:r>
      </w:hyperlink>
      <w:r w:rsidR="007922EE">
        <w:rPr>
          <w:rStyle w:val="Hipervnculo"/>
          <w:lang w:val="es-ES"/>
        </w:rPr>
        <w:t>.</w:t>
      </w:r>
    </w:p>
    <w:p w14:paraId="56E9F7F4" w14:textId="77777777" w:rsidR="007922EE" w:rsidRPr="007922EE" w:rsidRDefault="007922EE" w:rsidP="007922EE">
      <w:pPr>
        <w:pStyle w:val="Textonotaalfinal"/>
        <w:tabs>
          <w:tab w:val="left" w:pos="7655"/>
        </w:tabs>
        <w:ind w:left="284"/>
        <w:rPr>
          <w:lang w:val="es-ES"/>
        </w:rPr>
      </w:pPr>
    </w:p>
  </w:endnote>
  <w:endnote w:id="10">
    <w:p w14:paraId="368E0120" w14:textId="0245B7A7" w:rsidR="00F82E3E" w:rsidRPr="006C67C3" w:rsidRDefault="00F82E3E" w:rsidP="00CF656A">
      <w:pPr>
        <w:pStyle w:val="Textonotaalfinal"/>
        <w:ind w:left="284"/>
        <w:jc w:val="both"/>
        <w:rPr>
          <w:sz w:val="22"/>
          <w:szCs w:val="22"/>
          <w:lang w:val="es-ES"/>
        </w:rPr>
      </w:pPr>
      <w:r w:rsidRPr="005C7F90">
        <w:rPr>
          <w:rStyle w:val="Refdenotaalfinal"/>
        </w:rPr>
        <w:endnoteRef/>
      </w:r>
      <w:r w:rsidRPr="00CF656A">
        <w:rPr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Existen tres tipos de prácticas</w:t>
      </w:r>
      <w:r w:rsidRPr="006C67C3">
        <w:rPr>
          <w:sz w:val="22"/>
          <w:szCs w:val="22"/>
          <w:lang w:val="es-ES"/>
        </w:rPr>
        <w:t>:</w:t>
      </w:r>
    </w:p>
    <w:p w14:paraId="68FA3300" w14:textId="583A77CC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rácticas 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que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forman una parte integrante del plan de estudios (</w:t>
      </w:r>
      <w:r w:rsidRPr="005C7F90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curriculares,</w:t>
      </w: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 xml:space="preserve"> </w:t>
      </w:r>
      <w:r w:rsidRPr="006C67C3"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obligatorias en la titulación)</w:t>
      </w:r>
    </w:p>
    <w:p w14:paraId="6DDDDAA6" w14:textId="77777777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voluntarias (extracurriculares, no obligatorias en la titulación)</w:t>
      </w:r>
    </w:p>
    <w:p w14:paraId="2565E042" w14:textId="12740AA1" w:rsidR="00F82E3E" w:rsidRPr="006C67C3" w:rsidRDefault="00F82E3E" w:rsidP="00CF656A">
      <w:pPr>
        <w:pStyle w:val="Textonotaalfinal"/>
        <w:numPr>
          <w:ilvl w:val="0"/>
          <w:numId w:val="7"/>
        </w:numPr>
        <w:jc w:val="both"/>
        <w:rPr>
          <w:sz w:val="22"/>
          <w:szCs w:val="22"/>
          <w:lang w:val="es-ES"/>
        </w:rPr>
      </w:pPr>
      <w:r>
        <w:rPr>
          <w:rFonts w:eastAsia="Times New Roman" w:cstheme="minorHAnsi"/>
          <w:bCs/>
          <w:color w:val="000000"/>
          <w:sz w:val="22"/>
          <w:szCs w:val="22"/>
          <w:lang w:val="es-ES" w:eastAsia="en-GB"/>
        </w:rPr>
        <w:t>Prácticas realizadas por recién titulados</w:t>
      </w:r>
      <w:r w:rsidRPr="006C67C3">
        <w:rPr>
          <w:sz w:val="22"/>
          <w:szCs w:val="22"/>
          <w:lang w:val="es-ES"/>
        </w:rPr>
        <w:t xml:space="preserve"> </w:t>
      </w:r>
    </w:p>
  </w:endnote>
  <w:endnote w:id="11">
    <w:p w14:paraId="08C87B96" w14:textId="00703DA6" w:rsidR="00F82E3E" w:rsidRPr="006C67C3" w:rsidRDefault="00F82E3E" w:rsidP="00CF656A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  <w:r w:rsidRPr="001F3E1F">
        <w:rPr>
          <w:rStyle w:val="Refdenotaalfinal"/>
          <w:sz w:val="22"/>
          <w:szCs w:val="22"/>
          <w:lang w:val="en-GB"/>
        </w:rPr>
        <w:endnoteRef/>
      </w:r>
      <w:r w:rsidRPr="006C67C3">
        <w:rPr>
          <w:sz w:val="22"/>
          <w:szCs w:val="22"/>
          <w:lang w:val="es-ES"/>
        </w:rPr>
        <w:t xml:space="preserve"> </w:t>
      </w:r>
      <w:r w:rsidRPr="006C67C3">
        <w:rPr>
          <w:b/>
          <w:sz w:val="22"/>
          <w:szCs w:val="22"/>
          <w:lang w:val="es-ES"/>
        </w:rPr>
        <w:t>Créditos ECTS o equivalente</w:t>
      </w:r>
      <w:r>
        <w:rPr>
          <w:b/>
          <w:sz w:val="22"/>
          <w:szCs w:val="22"/>
          <w:lang w:val="es-ES"/>
        </w:rPr>
        <w:t>s</w:t>
      </w:r>
      <w:r w:rsidRPr="006C67C3">
        <w:rPr>
          <w:sz w:val="22"/>
          <w:szCs w:val="22"/>
          <w:lang w:val="es-ES"/>
        </w:rPr>
        <w:t>: en aquellos pa</w:t>
      </w:r>
      <w:r>
        <w:rPr>
          <w:sz w:val="22"/>
          <w:szCs w:val="22"/>
          <w:lang w:val="es-ES"/>
        </w:rPr>
        <w:t>íses donde no está implantado el sistema ECTS, la denominación “ECTS” se remplazará en todas las tablas por el sistema equivalente que corresponda. Se incluirá un enlace a la página web donde se explique el funcionamiento de dicho sistema.</w:t>
      </w:r>
    </w:p>
  </w:endnote>
  <w:endnote w:id="12">
    <w:p w14:paraId="47049F3D" w14:textId="7BE3D35C" w:rsidR="00F82E3E" w:rsidRPr="006C67C3" w:rsidRDefault="00F82E3E" w:rsidP="001F4B7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="007922EE">
        <w:rPr>
          <w:rFonts w:cstheme="minorHAnsi"/>
          <w:b/>
          <w:sz w:val="22"/>
          <w:szCs w:val="22"/>
          <w:lang w:val="es-ES"/>
        </w:rPr>
        <w:t>R</w:t>
      </w:r>
      <w:r w:rsidRPr="006C67C3">
        <w:rPr>
          <w:rFonts w:cstheme="minorHAnsi"/>
          <w:b/>
          <w:sz w:val="22"/>
          <w:szCs w:val="22"/>
          <w:lang w:val="es-ES"/>
        </w:rPr>
        <w:t>esponsable en la institución de envío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 y de reconocer los créditos y los resultados de aprendizaje correspondientes en nombre del órgano académico pertinente, de acuerdo con lo establecido en el Acuerdo de aprendizaje. El nombre y el correo de esta persona solo deberá indicarse en caso de que sea diferente de la persona de contacto mencionada en la primera página del documento.</w:t>
      </w:r>
    </w:p>
  </w:endnote>
  <w:endnote w:id="13">
    <w:p w14:paraId="3B0D3B72" w14:textId="3EC05252" w:rsidR="00F82E3E" w:rsidRPr="006C67C3" w:rsidRDefault="00F82E3E">
      <w:pPr>
        <w:pStyle w:val="Textonotaalfinal"/>
        <w:spacing w:before="120" w:after="120"/>
        <w:ind w:left="284"/>
        <w:jc w:val="both"/>
        <w:rPr>
          <w:rFonts w:cstheme="minorHAnsi"/>
          <w:sz w:val="22"/>
          <w:szCs w:val="22"/>
          <w:lang w:val="es-ES"/>
        </w:rPr>
      </w:pPr>
      <w:r w:rsidRPr="00D625C8">
        <w:rPr>
          <w:rStyle w:val="Refdenotaalfinal"/>
          <w:sz w:val="22"/>
          <w:szCs w:val="22"/>
          <w:lang w:val="en-GB"/>
        </w:rPr>
        <w:endnoteRef/>
      </w:r>
      <w:r w:rsidRPr="006C67C3">
        <w:rPr>
          <w:lang w:val="es-ES"/>
        </w:rPr>
        <w:t xml:space="preserve"> </w:t>
      </w:r>
      <w:r w:rsidRPr="006C67C3">
        <w:rPr>
          <w:rFonts w:cstheme="minorHAnsi"/>
          <w:b/>
          <w:sz w:val="22"/>
          <w:szCs w:val="22"/>
          <w:lang w:val="es-ES"/>
        </w:rPr>
        <w:t>Supervisor de la organización de acogida</w:t>
      </w:r>
      <w:r>
        <w:rPr>
          <w:rFonts w:cstheme="minorHAnsi"/>
          <w:sz w:val="22"/>
          <w:szCs w:val="22"/>
          <w:lang w:val="es-ES"/>
        </w:rPr>
        <w:t>: se encargará de firmar el Acuerdo de aprendizaje, de modificarlo si fuera necesario, de supervisar al estudiante durante sus prácticas y de firmar el Certificado de prácticas. El nombre y el correo de esta persona solo deberá indicarse en caso de que sea diferente de la persona de contacto mencionada en la primera página del documento.</w:t>
      </w:r>
    </w:p>
    <w:p w14:paraId="2C90295D" w14:textId="57CDA1F6" w:rsidR="00F82E3E" w:rsidRPr="006C67C3" w:rsidRDefault="00F82E3E">
      <w:pPr>
        <w:pStyle w:val="Textonotaalfinal"/>
        <w:spacing w:before="120" w:after="120"/>
        <w:ind w:left="284"/>
        <w:jc w:val="both"/>
        <w:rPr>
          <w:sz w:val="22"/>
          <w:szCs w:val="22"/>
          <w:lang w:val="es-E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3D48258D" w:rsidR="00F82E3E" w:rsidRDefault="00F82E3E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57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DE905B" w14:textId="77777777" w:rsidR="00F82E3E" w:rsidRDefault="00F82E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26C2D" w14:textId="77777777" w:rsidR="00C1079F" w:rsidRDefault="00C1079F" w:rsidP="00261299">
      <w:pPr>
        <w:spacing w:after="0" w:line="240" w:lineRule="auto"/>
      </w:pPr>
      <w:r>
        <w:separator/>
      </w:r>
    </w:p>
  </w:footnote>
  <w:footnote w:type="continuationSeparator" w:id="0">
    <w:p w14:paraId="601FFB8F" w14:textId="77777777" w:rsidR="00C1079F" w:rsidRDefault="00C1079F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2946" w14:textId="4C550EB5" w:rsidR="00F82E3E" w:rsidRDefault="00F82E3E">
    <w:pPr>
      <w:pStyle w:val="Encabezado"/>
    </w:pP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31597A07">
              <wp:simplePos x="0" y="0"/>
              <wp:positionH relativeFrom="column">
                <wp:posOffset>5537744</wp:posOffset>
              </wp:positionH>
              <wp:positionV relativeFrom="paragraph">
                <wp:posOffset>-126002</wp:posOffset>
              </wp:positionV>
              <wp:extent cx="1649186" cy="805543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9186" cy="8055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D54A07" w14:textId="77777777" w:rsidR="00F82E3E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1B0BB86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Educación Superior</w:t>
                          </w:r>
                        </w:p>
                        <w:p w14:paraId="3416D7AD" w14:textId="77777777" w:rsidR="000E7A73" w:rsidRDefault="000E7A73" w:rsidP="000E7A73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  <w:t>Acuerdo de aprendizaje</w:t>
                          </w:r>
                        </w:p>
                        <w:p w14:paraId="0CCCD144" w14:textId="2884D17B" w:rsidR="00F82E3E" w:rsidRPr="00C65A10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</w:pPr>
                          <w:r w:rsidRPr="00C65A10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Nombre del estudiante</w:t>
                          </w:r>
                        </w:p>
                        <w:p w14:paraId="0A6522DE" w14:textId="1A6D2B01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Curso </w:t>
                          </w:r>
                          <w:r w:rsidR="001F4B7E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 xml:space="preserve">cadémico </w:t>
                          </w:r>
                          <w:r w:rsidRPr="006C67C3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4"/>
                              <w:szCs w:val="14"/>
                              <w:lang w:val="es-ES"/>
                            </w:rPr>
                            <w:t>20…/20</w:t>
                          </w:r>
                          <w:r w:rsidRPr="006C67C3">
                            <w:rPr>
                              <w:rFonts w:cstheme="minorHAnsi"/>
                              <w:b/>
                              <w:i/>
                              <w:color w:val="003CB4"/>
                              <w:sz w:val="20"/>
                              <w:szCs w:val="20"/>
                              <w:lang w:val="es-ES"/>
                            </w:rPr>
                            <w:t>…</w:t>
                          </w:r>
                        </w:p>
                        <w:p w14:paraId="459C4529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7161AC0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460CFDF5" w14:textId="77777777" w:rsidR="00F82E3E" w:rsidRPr="006C67C3" w:rsidRDefault="00F82E3E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6.05pt;margin-top:-9.9pt;width:129.85pt;height:6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q/MswIAALk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" filled="f" stroked="f">
              <v:textbox>
                <w:txbxContent>
                  <w:p w14:paraId="73D54A07" w14:textId="77777777" w:rsidR="00F82E3E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1B0BB86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Educación Superior</w:t>
                    </w:r>
                  </w:p>
                  <w:p w14:paraId="3416D7AD" w14:textId="77777777" w:rsidR="000E7A73" w:rsidRDefault="000E7A73" w:rsidP="000E7A73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  <w:t>Acuerdo de aprendizaje</w:t>
                    </w:r>
                  </w:p>
                  <w:p w14:paraId="0CCCD144" w14:textId="2884D17B" w:rsidR="00F82E3E" w:rsidRPr="00C65A10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</w:pPr>
                    <w:r w:rsidRPr="00C65A10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Nombre del estudiante</w:t>
                    </w:r>
                  </w:p>
                  <w:p w14:paraId="0A6522DE" w14:textId="1A6D2B01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Curso </w:t>
                    </w:r>
                    <w:r w:rsidR="001F4B7E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 xml:space="preserve">cadémico </w:t>
                    </w:r>
                    <w:r w:rsidRPr="006C67C3">
                      <w:rPr>
                        <w:rFonts w:ascii="Verdana" w:hAnsi="Verdana" w:cstheme="minorHAnsi"/>
                        <w:b/>
                        <w:i/>
                        <w:color w:val="003CB4"/>
                        <w:sz w:val="14"/>
                        <w:szCs w:val="14"/>
                        <w:lang w:val="es-ES"/>
                      </w:rPr>
                      <w:t>20…/20</w:t>
                    </w:r>
                    <w:r w:rsidRPr="006C67C3">
                      <w:rPr>
                        <w:rFonts w:cstheme="minorHAnsi"/>
                        <w:b/>
                        <w:i/>
                        <w:color w:val="003CB4"/>
                        <w:sz w:val="20"/>
                        <w:szCs w:val="20"/>
                        <w:lang w:val="es-ES"/>
                      </w:rPr>
                      <w:t>…</w:t>
                    </w:r>
                  </w:p>
                  <w:p w14:paraId="459C4529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7161AC0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460CFDF5" w14:textId="77777777" w:rsidR="00F82E3E" w:rsidRPr="006C67C3" w:rsidRDefault="00F82E3E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5790B9" wp14:editId="2A1C3C38">
              <wp:simplePos x="0" y="0"/>
              <wp:positionH relativeFrom="column">
                <wp:posOffset>2211070</wp:posOffset>
              </wp:positionH>
              <wp:positionV relativeFrom="paragraph">
                <wp:posOffset>-238125</wp:posOffset>
              </wp:positionV>
              <wp:extent cx="3169920" cy="1043940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9920" cy="1043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98131" w14:textId="576445D8" w:rsidR="00F82E3E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n-GB"/>
                            </w:rPr>
                          </w:pPr>
                        </w:p>
                        <w:p w14:paraId="4040EC5F" w14:textId="77777777" w:rsidR="000E7A7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Acuerdo de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a</w:t>
                          </w:r>
                          <w:r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prendizaje </w:t>
                          </w:r>
                        </w:p>
                        <w:p w14:paraId="183F0C22" w14:textId="6B1D7E63" w:rsidR="00F82E3E" w:rsidRPr="006C67C3" w:rsidRDefault="000E7A73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center"/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</w:pPr>
                          <w:r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Movilidad de estudiantes 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 xml:space="preserve">para </w:t>
                          </w:r>
                          <w:r w:rsidR="001F4B7E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p</w:t>
                          </w:r>
                          <w:r w:rsidR="00F82E3E" w:rsidRPr="006C67C3">
                            <w:rPr>
                              <w:rFonts w:cstheme="minorHAnsi"/>
                              <w:b/>
                              <w:color w:val="003CB4"/>
                              <w:sz w:val="28"/>
                              <w:szCs w:val="28"/>
                              <w:lang w:val="es-ES"/>
                            </w:rPr>
                            <w:t>rácticas</w:t>
                          </w:r>
                        </w:p>
                        <w:p w14:paraId="5AC9EE6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0FCBA4F6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  <w:p w14:paraId="1284260B" w14:textId="77777777" w:rsidR="00F82E3E" w:rsidRPr="006C67C3" w:rsidRDefault="00F82E3E" w:rsidP="008921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174.1pt;margin-top:-18.75pt;width:249.6pt;height:8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sLFuAIAAME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" filled="f" stroked="f">
              <v:textbox>
                <w:txbxContent>
                  <w:p w14:paraId="7CA98131" w14:textId="576445D8" w:rsidR="00F82E3E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n-GB"/>
                      </w:rPr>
                    </w:pPr>
                  </w:p>
                  <w:p w14:paraId="4040EC5F" w14:textId="77777777" w:rsidR="000E7A7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Acuerdo de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a</w:t>
                    </w:r>
                    <w:r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prendizaje </w:t>
                    </w:r>
                  </w:p>
                  <w:p w14:paraId="183F0C22" w14:textId="6B1D7E63" w:rsidR="00F82E3E" w:rsidRPr="006C67C3" w:rsidRDefault="000E7A73" w:rsidP="008921A7">
                    <w:pPr>
                      <w:tabs>
                        <w:tab w:val="left" w:pos="3119"/>
                      </w:tabs>
                      <w:spacing w:after="0"/>
                      <w:jc w:val="center"/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</w:pPr>
                    <w:r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Movilidad de estudiantes 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 xml:space="preserve">para </w:t>
                    </w:r>
                    <w:r w:rsidR="001F4B7E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p</w:t>
                    </w:r>
                    <w:r w:rsidR="00F82E3E" w:rsidRPr="006C67C3">
                      <w:rPr>
                        <w:rFonts w:cstheme="minorHAnsi"/>
                        <w:b/>
                        <w:color w:val="003CB4"/>
                        <w:sz w:val="28"/>
                        <w:szCs w:val="28"/>
                        <w:lang w:val="es-ES"/>
                      </w:rPr>
                      <w:t>rácticas</w:t>
                    </w:r>
                  </w:p>
                  <w:p w14:paraId="5AC9EE6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0FCBA4F6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  <w:p w14:paraId="1284260B" w14:textId="77777777" w:rsidR="00F82E3E" w:rsidRPr="006C67C3" w:rsidRDefault="00F82E3E" w:rsidP="008921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6467DDE" wp14:editId="762224F2">
              <wp:simplePos x="0" y="0"/>
              <wp:positionH relativeFrom="column">
                <wp:posOffset>-15875</wp:posOffset>
              </wp:positionH>
              <wp:positionV relativeFrom="paragraph">
                <wp:posOffset>-214630</wp:posOffset>
              </wp:positionV>
              <wp:extent cx="2425148" cy="24649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5148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9E1E5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  <w:p w14:paraId="0C6BEE07" w14:textId="77777777" w:rsidR="00F82E3E" w:rsidRPr="009267BA" w:rsidRDefault="00F82E3E" w:rsidP="009267B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nn-N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.25pt;margin-top:-16.9pt;width:190.95pt;height: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" filled="f" stroked="f">
              <v:textbox>
                <w:txbxContent>
                  <w:p w14:paraId="6B49E1E5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  <w:p w14:paraId="0C6BEE07" w14:textId="77777777" w:rsidR="00F82E3E" w:rsidRPr="009267BA" w:rsidRDefault="00F82E3E" w:rsidP="009267B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nn-NO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es-ES" w:eastAsia="es-ES"/>
      </w:rPr>
      <w:drawing>
        <wp:anchor distT="0" distB="0" distL="114300" distR="114300" simplePos="0" relativeHeight="251664384" behindDoc="0" locked="0" layoutInCell="1" allowOverlap="1" wp14:anchorId="2C90294A" wp14:editId="136A8060">
          <wp:simplePos x="0" y="0"/>
          <wp:positionH relativeFrom="column">
            <wp:posOffset>490441</wp:posOffset>
          </wp:positionH>
          <wp:positionV relativeFrom="paragraph">
            <wp:posOffset>69657</wp:posOffset>
          </wp:positionV>
          <wp:extent cx="1280160" cy="259715"/>
          <wp:effectExtent l="0" t="0" r="0" b="6985"/>
          <wp:wrapNone/>
          <wp:docPr id="82" name="Pictur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02947" w14:textId="77777777" w:rsidR="00F82E3E" w:rsidRDefault="00F82E3E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F82E3E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F82E3E" w:rsidRPr="000B0109" w:rsidRDefault="00F82E3E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SwuQIAAMA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" filled="f" stroked="f">
              <v:textbox>
                <w:txbxContent>
                  <w:p w14:paraId="2C90296D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F82E3E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F82E3E" w:rsidRPr="000B0109" w:rsidRDefault="00F82E3E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73621"/>
    <w:multiLevelType w:val="hybridMultilevel"/>
    <w:tmpl w:val="8480A3DE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FF414F9"/>
    <w:multiLevelType w:val="hybridMultilevel"/>
    <w:tmpl w:val="90AA5F20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E1F28D1"/>
    <w:multiLevelType w:val="hybridMultilevel"/>
    <w:tmpl w:val="15163634"/>
    <w:lvl w:ilvl="0" w:tplc="DBE0DF7E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6">
    <w:nsid w:val="692B5656"/>
    <w:multiLevelType w:val="hybridMultilevel"/>
    <w:tmpl w:val="FEC0D3AE"/>
    <w:lvl w:ilvl="0" w:tplc="E0F6B9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D4767"/>
    <w:rsid w:val="00010BAE"/>
    <w:rsid w:val="00015384"/>
    <w:rsid w:val="000156E0"/>
    <w:rsid w:val="00016B8C"/>
    <w:rsid w:val="000218FD"/>
    <w:rsid w:val="00024A1F"/>
    <w:rsid w:val="000279D9"/>
    <w:rsid w:val="000337A1"/>
    <w:rsid w:val="00034B8E"/>
    <w:rsid w:val="00035176"/>
    <w:rsid w:val="0003758F"/>
    <w:rsid w:val="000463E1"/>
    <w:rsid w:val="0004733E"/>
    <w:rsid w:val="00047ED8"/>
    <w:rsid w:val="00051A0B"/>
    <w:rsid w:val="000527B5"/>
    <w:rsid w:val="00055947"/>
    <w:rsid w:val="000606A8"/>
    <w:rsid w:val="00063ED3"/>
    <w:rsid w:val="000669E8"/>
    <w:rsid w:val="00070724"/>
    <w:rsid w:val="000713EC"/>
    <w:rsid w:val="00087EE1"/>
    <w:rsid w:val="0009070B"/>
    <w:rsid w:val="00091F01"/>
    <w:rsid w:val="000A220B"/>
    <w:rsid w:val="000B0109"/>
    <w:rsid w:val="000B4637"/>
    <w:rsid w:val="000B6A2D"/>
    <w:rsid w:val="000C20DB"/>
    <w:rsid w:val="000C3A10"/>
    <w:rsid w:val="000C53DC"/>
    <w:rsid w:val="000D0ADC"/>
    <w:rsid w:val="000D40CC"/>
    <w:rsid w:val="000D4FA7"/>
    <w:rsid w:val="000D6392"/>
    <w:rsid w:val="000E0A01"/>
    <w:rsid w:val="000E654D"/>
    <w:rsid w:val="000E7A73"/>
    <w:rsid w:val="000F410F"/>
    <w:rsid w:val="001058AF"/>
    <w:rsid w:val="00106A7C"/>
    <w:rsid w:val="00107C4C"/>
    <w:rsid w:val="0011231F"/>
    <w:rsid w:val="00113042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51468"/>
    <w:rsid w:val="00153BF3"/>
    <w:rsid w:val="00154892"/>
    <w:rsid w:val="00161F46"/>
    <w:rsid w:val="001663A0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4E49"/>
    <w:rsid w:val="001C5CC9"/>
    <w:rsid w:val="001C6E66"/>
    <w:rsid w:val="001D2978"/>
    <w:rsid w:val="001D49F1"/>
    <w:rsid w:val="001D4D0B"/>
    <w:rsid w:val="001D6621"/>
    <w:rsid w:val="001F0765"/>
    <w:rsid w:val="001F1670"/>
    <w:rsid w:val="001F38F9"/>
    <w:rsid w:val="001F3E1F"/>
    <w:rsid w:val="001F4B7E"/>
    <w:rsid w:val="001F54DF"/>
    <w:rsid w:val="00200A0B"/>
    <w:rsid w:val="002017FF"/>
    <w:rsid w:val="00204CC3"/>
    <w:rsid w:val="00205073"/>
    <w:rsid w:val="0021173F"/>
    <w:rsid w:val="00212F23"/>
    <w:rsid w:val="00215838"/>
    <w:rsid w:val="00226134"/>
    <w:rsid w:val="0023434B"/>
    <w:rsid w:val="00236D5E"/>
    <w:rsid w:val="00240131"/>
    <w:rsid w:val="00245ACA"/>
    <w:rsid w:val="00252D97"/>
    <w:rsid w:val="002535BB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919FB"/>
    <w:rsid w:val="002A2E1F"/>
    <w:rsid w:val="002B319F"/>
    <w:rsid w:val="002B7F4E"/>
    <w:rsid w:val="002D0AF4"/>
    <w:rsid w:val="002D28CF"/>
    <w:rsid w:val="002D3C62"/>
    <w:rsid w:val="002D61D4"/>
    <w:rsid w:val="002F34B2"/>
    <w:rsid w:val="00301C9A"/>
    <w:rsid w:val="00301F01"/>
    <w:rsid w:val="00302986"/>
    <w:rsid w:val="00304AA0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7ED7"/>
    <w:rsid w:val="00341A4A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86157"/>
    <w:rsid w:val="00395825"/>
    <w:rsid w:val="003A0AEC"/>
    <w:rsid w:val="003A1CF8"/>
    <w:rsid w:val="003B03BE"/>
    <w:rsid w:val="003B3110"/>
    <w:rsid w:val="003B34EF"/>
    <w:rsid w:val="003B355F"/>
    <w:rsid w:val="003C2EE3"/>
    <w:rsid w:val="003C50CA"/>
    <w:rsid w:val="003C7164"/>
    <w:rsid w:val="003D27D7"/>
    <w:rsid w:val="003D350A"/>
    <w:rsid w:val="003D498D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3F6374"/>
    <w:rsid w:val="00404363"/>
    <w:rsid w:val="004052DC"/>
    <w:rsid w:val="0040686A"/>
    <w:rsid w:val="00411A2B"/>
    <w:rsid w:val="00412A74"/>
    <w:rsid w:val="00420BD3"/>
    <w:rsid w:val="0042282D"/>
    <w:rsid w:val="004256EA"/>
    <w:rsid w:val="00430D32"/>
    <w:rsid w:val="00433B68"/>
    <w:rsid w:val="00434C77"/>
    <w:rsid w:val="004472A2"/>
    <w:rsid w:val="0045406B"/>
    <w:rsid w:val="00461303"/>
    <w:rsid w:val="00461AC7"/>
    <w:rsid w:val="00465DD6"/>
    <w:rsid w:val="00467D99"/>
    <w:rsid w:val="004706D4"/>
    <w:rsid w:val="0047148C"/>
    <w:rsid w:val="004736CF"/>
    <w:rsid w:val="004740FF"/>
    <w:rsid w:val="004747AB"/>
    <w:rsid w:val="0048214E"/>
    <w:rsid w:val="00487DB2"/>
    <w:rsid w:val="00490AB7"/>
    <w:rsid w:val="00491226"/>
    <w:rsid w:val="00491765"/>
    <w:rsid w:val="004959E0"/>
    <w:rsid w:val="00495A23"/>
    <w:rsid w:val="0049747D"/>
    <w:rsid w:val="004A288B"/>
    <w:rsid w:val="004A2D82"/>
    <w:rsid w:val="004A3F18"/>
    <w:rsid w:val="004C211A"/>
    <w:rsid w:val="004C4684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17D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FE8"/>
    <w:rsid w:val="005B5B2C"/>
    <w:rsid w:val="005C3868"/>
    <w:rsid w:val="005C4790"/>
    <w:rsid w:val="005C6BCC"/>
    <w:rsid w:val="005C7317"/>
    <w:rsid w:val="005C7F90"/>
    <w:rsid w:val="005D0CC7"/>
    <w:rsid w:val="005D1AD3"/>
    <w:rsid w:val="005D1DB2"/>
    <w:rsid w:val="005D54F2"/>
    <w:rsid w:val="005D7240"/>
    <w:rsid w:val="005E0F66"/>
    <w:rsid w:val="005E25EC"/>
    <w:rsid w:val="005E3B1D"/>
    <w:rsid w:val="005E53E1"/>
    <w:rsid w:val="005E689A"/>
    <w:rsid w:val="005F4B05"/>
    <w:rsid w:val="005F6734"/>
    <w:rsid w:val="005F6FC9"/>
    <w:rsid w:val="00600874"/>
    <w:rsid w:val="006017D9"/>
    <w:rsid w:val="0061091B"/>
    <w:rsid w:val="00613564"/>
    <w:rsid w:val="00620BC2"/>
    <w:rsid w:val="006234DF"/>
    <w:rsid w:val="0062504A"/>
    <w:rsid w:val="006250C7"/>
    <w:rsid w:val="00626317"/>
    <w:rsid w:val="00626562"/>
    <w:rsid w:val="00627688"/>
    <w:rsid w:val="00635E91"/>
    <w:rsid w:val="00647C5F"/>
    <w:rsid w:val="00650C4D"/>
    <w:rsid w:val="0065191D"/>
    <w:rsid w:val="00656AB5"/>
    <w:rsid w:val="00657CC4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92424"/>
    <w:rsid w:val="00693268"/>
    <w:rsid w:val="00697CAE"/>
    <w:rsid w:val="006A0CF3"/>
    <w:rsid w:val="006A264B"/>
    <w:rsid w:val="006B1D2E"/>
    <w:rsid w:val="006B2F48"/>
    <w:rsid w:val="006B5988"/>
    <w:rsid w:val="006C67C3"/>
    <w:rsid w:val="006C7EC2"/>
    <w:rsid w:val="006D3CA9"/>
    <w:rsid w:val="006D54B1"/>
    <w:rsid w:val="006D6928"/>
    <w:rsid w:val="006D6B21"/>
    <w:rsid w:val="006E1340"/>
    <w:rsid w:val="006E2C82"/>
    <w:rsid w:val="006E5CD8"/>
    <w:rsid w:val="006F28F4"/>
    <w:rsid w:val="006F2E22"/>
    <w:rsid w:val="006F4618"/>
    <w:rsid w:val="007002E0"/>
    <w:rsid w:val="0070488F"/>
    <w:rsid w:val="00705833"/>
    <w:rsid w:val="00714D9E"/>
    <w:rsid w:val="00717EF7"/>
    <w:rsid w:val="0072259C"/>
    <w:rsid w:val="00724651"/>
    <w:rsid w:val="007319D0"/>
    <w:rsid w:val="00742FED"/>
    <w:rsid w:val="00754279"/>
    <w:rsid w:val="0075515D"/>
    <w:rsid w:val="00756187"/>
    <w:rsid w:val="00756A0B"/>
    <w:rsid w:val="00757DFC"/>
    <w:rsid w:val="00757E86"/>
    <w:rsid w:val="0076643B"/>
    <w:rsid w:val="00776253"/>
    <w:rsid w:val="00783048"/>
    <w:rsid w:val="00784184"/>
    <w:rsid w:val="00790664"/>
    <w:rsid w:val="0079211C"/>
    <w:rsid w:val="007922EE"/>
    <w:rsid w:val="00794B63"/>
    <w:rsid w:val="007975F1"/>
    <w:rsid w:val="007A02FB"/>
    <w:rsid w:val="007A31E9"/>
    <w:rsid w:val="007A5597"/>
    <w:rsid w:val="007C692D"/>
    <w:rsid w:val="007E0CD6"/>
    <w:rsid w:val="007E4DF6"/>
    <w:rsid w:val="007E7327"/>
    <w:rsid w:val="007F2F8E"/>
    <w:rsid w:val="007F3C36"/>
    <w:rsid w:val="0080310D"/>
    <w:rsid w:val="008124F9"/>
    <w:rsid w:val="00814166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B0FA9"/>
    <w:rsid w:val="008B11C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10DE2"/>
    <w:rsid w:val="00911FCC"/>
    <w:rsid w:val="00917FAB"/>
    <w:rsid w:val="009267BA"/>
    <w:rsid w:val="00927EC4"/>
    <w:rsid w:val="00931D0F"/>
    <w:rsid w:val="00936512"/>
    <w:rsid w:val="00944D28"/>
    <w:rsid w:val="009457C7"/>
    <w:rsid w:val="00946B59"/>
    <w:rsid w:val="0096182F"/>
    <w:rsid w:val="0096454C"/>
    <w:rsid w:val="00970FA8"/>
    <w:rsid w:val="009713F0"/>
    <w:rsid w:val="00971960"/>
    <w:rsid w:val="00971AA2"/>
    <w:rsid w:val="00982266"/>
    <w:rsid w:val="009861E1"/>
    <w:rsid w:val="00994B2C"/>
    <w:rsid w:val="009A30CA"/>
    <w:rsid w:val="009B49EB"/>
    <w:rsid w:val="009B7747"/>
    <w:rsid w:val="009C0AB9"/>
    <w:rsid w:val="009C1170"/>
    <w:rsid w:val="009C6498"/>
    <w:rsid w:val="009D02E7"/>
    <w:rsid w:val="009D417C"/>
    <w:rsid w:val="009E0D85"/>
    <w:rsid w:val="009E7AA5"/>
    <w:rsid w:val="009F1630"/>
    <w:rsid w:val="00A00B68"/>
    <w:rsid w:val="00A017A1"/>
    <w:rsid w:val="00A01ECF"/>
    <w:rsid w:val="00A04811"/>
    <w:rsid w:val="00A04C7E"/>
    <w:rsid w:val="00A04F60"/>
    <w:rsid w:val="00A13B99"/>
    <w:rsid w:val="00A1571C"/>
    <w:rsid w:val="00A17BF8"/>
    <w:rsid w:val="00A21097"/>
    <w:rsid w:val="00A22073"/>
    <w:rsid w:val="00A408C7"/>
    <w:rsid w:val="00A42D67"/>
    <w:rsid w:val="00A43CF0"/>
    <w:rsid w:val="00A444E5"/>
    <w:rsid w:val="00A456EB"/>
    <w:rsid w:val="00A5784B"/>
    <w:rsid w:val="00A57CAD"/>
    <w:rsid w:val="00A614A0"/>
    <w:rsid w:val="00A649DE"/>
    <w:rsid w:val="00A657E0"/>
    <w:rsid w:val="00A67D85"/>
    <w:rsid w:val="00A73762"/>
    <w:rsid w:val="00A7454C"/>
    <w:rsid w:val="00A80861"/>
    <w:rsid w:val="00A8124E"/>
    <w:rsid w:val="00A85D7E"/>
    <w:rsid w:val="00A9099F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C2250"/>
    <w:rsid w:val="00AC57E9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7556"/>
    <w:rsid w:val="00B107D9"/>
    <w:rsid w:val="00B10AD7"/>
    <w:rsid w:val="00B14FFA"/>
    <w:rsid w:val="00B173F8"/>
    <w:rsid w:val="00B23FA8"/>
    <w:rsid w:val="00B26AE9"/>
    <w:rsid w:val="00B26DC2"/>
    <w:rsid w:val="00B30FE9"/>
    <w:rsid w:val="00B343CD"/>
    <w:rsid w:val="00B34493"/>
    <w:rsid w:val="00B41F50"/>
    <w:rsid w:val="00B524D3"/>
    <w:rsid w:val="00B5410A"/>
    <w:rsid w:val="00B56DED"/>
    <w:rsid w:val="00B57D80"/>
    <w:rsid w:val="00B62467"/>
    <w:rsid w:val="00B630BF"/>
    <w:rsid w:val="00B63727"/>
    <w:rsid w:val="00B6387B"/>
    <w:rsid w:val="00B64197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4463"/>
    <w:rsid w:val="00BD4E57"/>
    <w:rsid w:val="00BD6448"/>
    <w:rsid w:val="00BE2035"/>
    <w:rsid w:val="00BE2A8A"/>
    <w:rsid w:val="00BE6A01"/>
    <w:rsid w:val="00BF2DB0"/>
    <w:rsid w:val="00BF34DA"/>
    <w:rsid w:val="00BF405C"/>
    <w:rsid w:val="00BF7181"/>
    <w:rsid w:val="00C07F66"/>
    <w:rsid w:val="00C1079F"/>
    <w:rsid w:val="00C10BED"/>
    <w:rsid w:val="00C15C4E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7820"/>
    <w:rsid w:val="00C60D95"/>
    <w:rsid w:val="00C61000"/>
    <w:rsid w:val="00C65A10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30E7"/>
    <w:rsid w:val="00CB4A62"/>
    <w:rsid w:val="00CC67AF"/>
    <w:rsid w:val="00CD0C90"/>
    <w:rsid w:val="00CD458E"/>
    <w:rsid w:val="00CE03F1"/>
    <w:rsid w:val="00CE3E51"/>
    <w:rsid w:val="00CE7874"/>
    <w:rsid w:val="00CF1802"/>
    <w:rsid w:val="00CF1B79"/>
    <w:rsid w:val="00CF2BAD"/>
    <w:rsid w:val="00CF3080"/>
    <w:rsid w:val="00CF476D"/>
    <w:rsid w:val="00CF5175"/>
    <w:rsid w:val="00CF656A"/>
    <w:rsid w:val="00D04C78"/>
    <w:rsid w:val="00D1028A"/>
    <w:rsid w:val="00D14211"/>
    <w:rsid w:val="00D14DBA"/>
    <w:rsid w:val="00D1613B"/>
    <w:rsid w:val="00D172E2"/>
    <w:rsid w:val="00D24E26"/>
    <w:rsid w:val="00D33628"/>
    <w:rsid w:val="00D3366A"/>
    <w:rsid w:val="00D36454"/>
    <w:rsid w:val="00D369E6"/>
    <w:rsid w:val="00D43AC5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E4CDA"/>
    <w:rsid w:val="00DF140E"/>
    <w:rsid w:val="00DF1A08"/>
    <w:rsid w:val="00DF249C"/>
    <w:rsid w:val="00E024C3"/>
    <w:rsid w:val="00E06DEF"/>
    <w:rsid w:val="00E1271A"/>
    <w:rsid w:val="00E15AC8"/>
    <w:rsid w:val="00E16399"/>
    <w:rsid w:val="00E201C5"/>
    <w:rsid w:val="00E27561"/>
    <w:rsid w:val="00E3312B"/>
    <w:rsid w:val="00E3377A"/>
    <w:rsid w:val="00E348EC"/>
    <w:rsid w:val="00E34F8E"/>
    <w:rsid w:val="00E35A20"/>
    <w:rsid w:val="00E4229C"/>
    <w:rsid w:val="00E4488F"/>
    <w:rsid w:val="00E47260"/>
    <w:rsid w:val="00E5333D"/>
    <w:rsid w:val="00E54FA3"/>
    <w:rsid w:val="00E618B5"/>
    <w:rsid w:val="00E64A2D"/>
    <w:rsid w:val="00E65A4C"/>
    <w:rsid w:val="00E719D2"/>
    <w:rsid w:val="00E74486"/>
    <w:rsid w:val="00E744AB"/>
    <w:rsid w:val="00E80405"/>
    <w:rsid w:val="00E923B9"/>
    <w:rsid w:val="00E9437A"/>
    <w:rsid w:val="00EA1367"/>
    <w:rsid w:val="00EA1BFE"/>
    <w:rsid w:val="00EA3E96"/>
    <w:rsid w:val="00EA5A2E"/>
    <w:rsid w:val="00EA5B1E"/>
    <w:rsid w:val="00EA6E5C"/>
    <w:rsid w:val="00EA75ED"/>
    <w:rsid w:val="00EB1444"/>
    <w:rsid w:val="00EB2155"/>
    <w:rsid w:val="00EB534C"/>
    <w:rsid w:val="00EC5FC5"/>
    <w:rsid w:val="00ED1197"/>
    <w:rsid w:val="00ED1217"/>
    <w:rsid w:val="00ED6FAC"/>
    <w:rsid w:val="00ED7EB0"/>
    <w:rsid w:val="00EE6BDA"/>
    <w:rsid w:val="00F11AF3"/>
    <w:rsid w:val="00F16ACE"/>
    <w:rsid w:val="00F17396"/>
    <w:rsid w:val="00F300C3"/>
    <w:rsid w:val="00F30D96"/>
    <w:rsid w:val="00F356BF"/>
    <w:rsid w:val="00F36780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7227F"/>
    <w:rsid w:val="00F754BC"/>
    <w:rsid w:val="00F82E3E"/>
    <w:rsid w:val="00F84247"/>
    <w:rsid w:val="00F86AFC"/>
    <w:rsid w:val="00F87F65"/>
    <w:rsid w:val="00F94524"/>
    <w:rsid w:val="00F94DC4"/>
    <w:rsid w:val="00F977DB"/>
    <w:rsid w:val="00FA0082"/>
    <w:rsid w:val="00FB4294"/>
    <w:rsid w:val="00FB49EE"/>
    <w:rsid w:val="00FB4A27"/>
    <w:rsid w:val="00FB7CF9"/>
    <w:rsid w:val="00FC70AE"/>
    <w:rsid w:val="00FC7D0D"/>
    <w:rsid w:val="00FD6939"/>
    <w:rsid w:val="00FE12D6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902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7E8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Ttulo2">
    <w:name w:val="heading 2"/>
    <w:basedOn w:val="Normal"/>
    <w:next w:val="Normal"/>
    <w:link w:val="Ttulo2Car"/>
    <w:qFormat/>
    <w:rsid w:val="00757E8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Ttulo3">
    <w:name w:val="heading 3"/>
    <w:basedOn w:val="Normal"/>
    <w:next w:val="Normal"/>
    <w:link w:val="Ttulo3Car"/>
    <w:qFormat/>
    <w:rsid w:val="00757E8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Ttulo4">
    <w:name w:val="heading 4"/>
    <w:basedOn w:val="Normal"/>
    <w:next w:val="Normal"/>
    <w:link w:val="Ttulo4Car"/>
    <w:qFormat/>
    <w:rsid w:val="00757E8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1299"/>
  </w:style>
  <w:style w:type="paragraph" w:styleId="Piedepgina">
    <w:name w:val="footer"/>
    <w:basedOn w:val="Normal"/>
    <w:link w:val="PiedepginaC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1299"/>
  </w:style>
  <w:style w:type="paragraph" w:styleId="Textodeglobo">
    <w:name w:val="Balloon Text"/>
    <w:basedOn w:val="Normal"/>
    <w:link w:val="TextodegloboCar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notapieCar">
    <w:name w:val="Texto nota pie Car"/>
    <w:basedOn w:val="Fuentedeprrafopredeter"/>
    <w:link w:val="Textonotapie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efdenotaalfinal">
    <w:name w:val="endnote reference"/>
    <w:rsid w:val="003F2100"/>
    <w:rPr>
      <w:vertAlign w:val="superscript"/>
    </w:rPr>
  </w:style>
  <w:style w:type="paragraph" w:styleId="Textonotaalfinal">
    <w:name w:val="endnote text"/>
    <w:basedOn w:val="Normal"/>
    <w:link w:val="TextonotaalfinalCar"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3F2100"/>
    <w:rPr>
      <w:sz w:val="20"/>
      <w:szCs w:val="20"/>
    </w:rPr>
  </w:style>
  <w:style w:type="character" w:styleId="Hipervnculo">
    <w:name w:val="Hyperlink"/>
    <w:rsid w:val="00D83C1F"/>
    <w:rPr>
      <w:color w:val="0000FF"/>
      <w:u w:val="single"/>
    </w:rPr>
  </w:style>
  <w:style w:type="paragraph" w:styleId="Textocomentario">
    <w:name w:val="annotation text"/>
    <w:basedOn w:val="Normal"/>
    <w:link w:val="TextocomentarioCar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xtocomentarioCar">
    <w:name w:val="Texto comentario Car"/>
    <w:basedOn w:val="Fuentedeprrafopredeter"/>
    <w:link w:val="Textocomentario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tulo1Car">
    <w:name w:val="Título 1 Car"/>
    <w:basedOn w:val="Fuentedeprrafopredeter"/>
    <w:link w:val="Ttulo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tulo2Car">
    <w:name w:val="Título 2 Car"/>
    <w:basedOn w:val="Fuentedeprrafopredeter"/>
    <w:link w:val="Ttulo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tulo3Car">
    <w:name w:val="Título 3 Car"/>
    <w:basedOn w:val="Fuentedeprrafopredeter"/>
    <w:link w:val="Ttulo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tulo4Car">
    <w:name w:val="Título 4 Car"/>
    <w:basedOn w:val="Fuentedeprrafopredeter"/>
    <w:link w:val="Ttulo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Refdecomentario">
    <w:name w:val="annotation reference"/>
    <w:basedOn w:val="Fuentedeprrafopredeter"/>
    <w:uiPriority w:val="99"/>
    <w:semiHidden/>
    <w:unhideWhenUsed/>
    <w:rsid w:val="00FD693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Revisin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Prrafodelista">
    <w:name w:val="List Paragraph"/>
    <w:basedOn w:val="Normal"/>
    <w:uiPriority w:val="34"/>
    <w:qFormat/>
    <w:rsid w:val="00FC7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en/resources/european-language-levels-cefr" TargetMode="External"/><Relationship Id="rId1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d2df4b93b76371c3032f64cc9fe0fd6b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1db644b6fa882e808c030f6130e8d28f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Daphne Scherer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D5506-48E9-4188-A6CA-4FF653B10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E360C1-0BC0-40DA-B243-27602C084E57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sharepoint/v3/fields"/>
    <ds:schemaRef ds:uri="http://schemas.openxmlformats.org/package/2006/metadata/core-properties"/>
    <ds:schemaRef ds:uri="0e52a87e-fa0e-4867-9149-5c43122db7fb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C14CDB6-125D-41CD-8A19-91B5FBA3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1137</Words>
  <Characters>6258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SCHERER Daphne (EAC-EXT)</dc:creator>
  <cp:lastModifiedBy>Asenjo Orive Rosa</cp:lastModifiedBy>
  <cp:revision>2</cp:revision>
  <cp:lastPrinted>2015-04-10T09:51:00Z</cp:lastPrinted>
  <dcterms:created xsi:type="dcterms:W3CDTF">2018-03-19T11:16:00Z</dcterms:created>
  <dcterms:modified xsi:type="dcterms:W3CDTF">2018-03-19T11:16:00Z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